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9C2" w:rsidRDefault="006A29C2" w:rsidP="005B37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 образовательное учреждение «Детский сад №3 «Сказка» комбинированного вида муниципального образования Абдулинский район Оренбургской области</w:t>
      </w:r>
    </w:p>
    <w:p w:rsidR="006A29C2" w:rsidRPr="005B372A" w:rsidRDefault="006A29C2" w:rsidP="0084060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29C2" w:rsidRPr="005B372A" w:rsidRDefault="006A29C2" w:rsidP="0084060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29C2" w:rsidRPr="005B372A" w:rsidRDefault="006A29C2" w:rsidP="0084060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29C2" w:rsidRPr="005B372A" w:rsidRDefault="006A29C2" w:rsidP="0084060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29C2" w:rsidRPr="005B372A" w:rsidRDefault="006A29C2" w:rsidP="0084060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29C2" w:rsidRPr="005B372A" w:rsidRDefault="006A29C2" w:rsidP="00840602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29C2" w:rsidRPr="00355AC0" w:rsidRDefault="006A29C2" w:rsidP="0064099D">
      <w:pPr>
        <w:spacing w:line="360" w:lineRule="auto"/>
        <w:ind w:firstLine="709"/>
        <w:jc w:val="center"/>
        <w:rPr>
          <w:rFonts w:ascii="Times New Roman" w:hAnsi="Times New Roman"/>
          <w:b/>
          <w:sz w:val="44"/>
          <w:szCs w:val="44"/>
        </w:rPr>
      </w:pPr>
      <w:r w:rsidRPr="00355AC0">
        <w:rPr>
          <w:rFonts w:ascii="Times New Roman" w:hAnsi="Times New Roman"/>
          <w:b/>
          <w:sz w:val="44"/>
          <w:szCs w:val="44"/>
        </w:rPr>
        <w:t>Познавательно- исследовательский  проект</w:t>
      </w:r>
    </w:p>
    <w:p w:rsidR="006A29C2" w:rsidRPr="00355AC0" w:rsidRDefault="006A29C2" w:rsidP="0064099D">
      <w:pPr>
        <w:spacing w:line="360" w:lineRule="auto"/>
        <w:ind w:firstLine="709"/>
        <w:jc w:val="center"/>
        <w:rPr>
          <w:rFonts w:ascii="Times New Roman" w:hAnsi="Times New Roman"/>
          <w:b/>
          <w:sz w:val="44"/>
          <w:szCs w:val="44"/>
        </w:rPr>
      </w:pPr>
      <w:r w:rsidRPr="00355AC0">
        <w:rPr>
          <w:rFonts w:ascii="Times New Roman" w:hAnsi="Times New Roman"/>
          <w:sz w:val="44"/>
          <w:szCs w:val="44"/>
        </w:rPr>
        <w:t>«</w:t>
      </w:r>
      <w:r w:rsidRPr="00355AC0">
        <w:rPr>
          <w:rFonts w:ascii="Times New Roman" w:hAnsi="Times New Roman"/>
          <w:b/>
          <w:sz w:val="44"/>
          <w:szCs w:val="44"/>
        </w:rPr>
        <w:t>Волшебные кристаллы»</w:t>
      </w:r>
    </w:p>
    <w:p w:rsidR="006A29C2" w:rsidRDefault="006A29C2" w:rsidP="0064099D">
      <w:pPr>
        <w:spacing w:line="36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6A29C2" w:rsidRDefault="006A29C2" w:rsidP="0064099D">
      <w:pPr>
        <w:spacing w:line="36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6A29C2" w:rsidRDefault="006A29C2" w:rsidP="0064099D">
      <w:pPr>
        <w:spacing w:line="36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6A29C2" w:rsidRDefault="006A29C2" w:rsidP="0064099D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</w:p>
    <w:p w:rsidR="006A29C2" w:rsidRPr="0064099D" w:rsidRDefault="006A29C2" w:rsidP="0064099D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 w:rsidRPr="0064099D">
        <w:rPr>
          <w:rFonts w:ascii="Times New Roman" w:hAnsi="Times New Roman"/>
          <w:b/>
          <w:sz w:val="28"/>
          <w:szCs w:val="28"/>
        </w:rPr>
        <w:t>Автор проекта: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4099D">
        <w:rPr>
          <w:rFonts w:ascii="Times New Roman" w:hAnsi="Times New Roman"/>
          <w:sz w:val="28"/>
          <w:szCs w:val="28"/>
        </w:rPr>
        <w:t>Хожаинова Н.В.</w:t>
      </w:r>
    </w:p>
    <w:p w:rsidR="006A29C2" w:rsidRPr="0064099D" w:rsidRDefault="006A29C2" w:rsidP="0064099D">
      <w:pPr>
        <w:spacing w:line="360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</w:p>
    <w:p w:rsidR="006A29C2" w:rsidRPr="005B372A" w:rsidRDefault="006A29C2" w:rsidP="0064099D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B372A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</w:t>
      </w:r>
    </w:p>
    <w:p w:rsidR="006A29C2" w:rsidRPr="005B372A" w:rsidRDefault="006A29C2" w:rsidP="0064099D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5B372A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5B372A">
        <w:rPr>
          <w:rFonts w:ascii="Times New Roman" w:hAnsi="Times New Roman"/>
          <w:b/>
          <w:sz w:val="24"/>
          <w:szCs w:val="24"/>
        </w:rPr>
        <w:t xml:space="preserve"> Абдулино, 2016</w:t>
      </w:r>
    </w:p>
    <w:p w:rsidR="006A29C2" w:rsidRDefault="006A29C2" w:rsidP="00840602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811306">
        <w:rPr>
          <w:rFonts w:ascii="Times New Roman" w:hAnsi="Times New Roman"/>
          <w:b/>
          <w:sz w:val="28"/>
          <w:szCs w:val="28"/>
        </w:rPr>
        <w:t>Проблемно – ориентировочный анализ</w:t>
      </w:r>
    </w:p>
    <w:p w:rsidR="006A29C2" w:rsidRPr="004B0648" w:rsidRDefault="006A29C2" w:rsidP="004C4B81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023BA3">
        <w:rPr>
          <w:rFonts w:ascii="Times New Roman" w:hAnsi="Times New Roman"/>
          <w:sz w:val="28"/>
          <w:szCs w:val="28"/>
        </w:rPr>
        <w:t xml:space="preserve"> </w:t>
      </w:r>
      <w:r w:rsidRPr="004B0648">
        <w:rPr>
          <w:rFonts w:ascii="Times New Roman" w:hAnsi="Times New Roman"/>
          <w:sz w:val="28"/>
          <w:szCs w:val="28"/>
        </w:rPr>
        <w:t xml:space="preserve">Кристаллы – поразительные создания природы. Нас восхищают их яркие цвета и прозрачность, ровные, гладкие грани и, самое главное, правильная форма. Кристаллы выглядят таким образом, словно их кто-то специально вырезал, отшлифовал и раскрасил... Именно этому «чуду» и посвящена работа... </w:t>
      </w:r>
    </w:p>
    <w:p w:rsidR="006A29C2" w:rsidRPr="004B0648" w:rsidRDefault="006A29C2" w:rsidP="004C4B81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</w:p>
    <w:p w:rsidR="006A29C2" w:rsidRPr="002573B9" w:rsidRDefault="006A29C2" w:rsidP="004C4B81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4B0648">
        <w:rPr>
          <w:rFonts w:ascii="Times New Roman" w:hAnsi="Times New Roman"/>
          <w:sz w:val="28"/>
          <w:szCs w:val="28"/>
        </w:rPr>
        <w:t>Кроме того, возникла мощная отрасль промышленности, сосредоточенная на производстве различных кристаллов, используемых в электронике, радиотехнике, оптике, лазерной технике, технике измерений – практически везде. Это победное шествие кристаллов – тружеников, природных и искусственных, продолжается, и замены им пока не видно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3BA3">
        <w:rPr>
          <w:rFonts w:ascii="Times New Roman" w:hAnsi="Times New Roman"/>
          <w:sz w:val="28"/>
          <w:szCs w:val="28"/>
        </w:rPr>
        <w:t>Одним из важных направлений в работе с детьми дошкольного возраста является развитие</w:t>
      </w:r>
      <w:r>
        <w:rPr>
          <w:rFonts w:ascii="Times New Roman" w:hAnsi="Times New Roman"/>
          <w:sz w:val="28"/>
          <w:szCs w:val="28"/>
        </w:rPr>
        <w:t xml:space="preserve"> их</w:t>
      </w:r>
      <w:r w:rsidRPr="004C4B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познавательно-речевой  </w:t>
      </w:r>
      <w:r w:rsidRPr="001E2A28">
        <w:rPr>
          <w:rFonts w:ascii="Times New Roman" w:hAnsi="Times New Roman"/>
          <w:sz w:val="28"/>
          <w:szCs w:val="28"/>
        </w:rPr>
        <w:t>деятельности</w:t>
      </w:r>
      <w:r>
        <w:rPr>
          <w:rFonts w:ascii="Times New Roman" w:hAnsi="Times New Roman"/>
          <w:sz w:val="28"/>
          <w:szCs w:val="28"/>
        </w:rPr>
        <w:t xml:space="preserve">[. </w:t>
      </w:r>
      <w:r w:rsidRPr="004B0648">
        <w:rPr>
          <w:rFonts w:ascii="Times New Roman" w:hAnsi="Times New Roman"/>
          <w:sz w:val="28"/>
          <w:szCs w:val="28"/>
        </w:rPr>
        <w:t>А встречались ли вы в жизни с кристаллами? Конечно, да! Оказывае</w:t>
      </w:r>
      <w:r>
        <w:rPr>
          <w:rFonts w:ascii="Times New Roman" w:hAnsi="Times New Roman"/>
          <w:sz w:val="28"/>
          <w:szCs w:val="28"/>
        </w:rPr>
        <w:t>тся мы живём в мире кристаллов</w:t>
      </w:r>
      <w:r w:rsidRPr="004B0648">
        <w:rPr>
          <w:rFonts w:ascii="Times New Roman" w:hAnsi="Times New Roman"/>
          <w:sz w:val="28"/>
          <w:szCs w:val="28"/>
        </w:rPr>
        <w:t>. В природе кристаллы растут тысячи лет, а ученые изобрели быстрые способы выращивания искусственных кристаллов, что широко использ</w:t>
      </w:r>
      <w:r>
        <w:rPr>
          <w:rFonts w:ascii="Times New Roman" w:hAnsi="Times New Roman"/>
          <w:sz w:val="28"/>
          <w:szCs w:val="28"/>
        </w:rPr>
        <w:t xml:space="preserve">уется повсеместно. </w:t>
      </w:r>
      <w:r w:rsidRPr="004B0648">
        <w:rPr>
          <w:rFonts w:ascii="Times New Roman" w:hAnsi="Times New Roman"/>
          <w:sz w:val="28"/>
          <w:szCs w:val="28"/>
        </w:rPr>
        <w:t>Выращивание искусственных кристаллов очень увлекательный и важный для современной жизни процесс.</w:t>
      </w:r>
    </w:p>
    <w:p w:rsidR="006A29C2" w:rsidRPr="004B0648" w:rsidRDefault="006A29C2" w:rsidP="004C4B81">
      <w:pPr>
        <w:pStyle w:val="NoSpacing"/>
        <w:spacing w:line="360" w:lineRule="auto"/>
        <w:rPr>
          <w:rFonts w:ascii="Times New Roman" w:hAnsi="Times New Roman"/>
          <w:sz w:val="28"/>
          <w:szCs w:val="28"/>
        </w:rPr>
      </w:pPr>
      <w:r w:rsidRPr="004B0648">
        <w:rPr>
          <w:rFonts w:ascii="Times New Roman" w:hAnsi="Times New Roman"/>
          <w:sz w:val="28"/>
          <w:szCs w:val="28"/>
        </w:rPr>
        <w:t>В дошкольном возрасте особое значение для развития личности ребёнка имеет усвоение им представлений о взаимосвязи природы и человека. Овладение способами практического взаимодействия с окружающей средой, расширяет мировидение ребёнка, его личностный рост. Поэтому нужно сформировать у дошкольника умение устанавливать простейшие взаимосвязи и закономерности о явлениях окружающего мира и самостоятельно применять полученные знания в практической деятельности.</w:t>
      </w:r>
    </w:p>
    <w:p w:rsidR="006A29C2" w:rsidRDefault="006A29C2" w:rsidP="004C4B81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«Волшебные кристаллы</w:t>
      </w:r>
      <w:r w:rsidRPr="00023BA3">
        <w:rPr>
          <w:rFonts w:ascii="Times New Roman" w:hAnsi="Times New Roman"/>
          <w:sz w:val="28"/>
          <w:szCs w:val="28"/>
        </w:rPr>
        <w:t>» учитывает то, что познавательная активность дошкольников развивается из потребности в новых вп</w:t>
      </w:r>
      <w:r>
        <w:rPr>
          <w:rFonts w:ascii="Times New Roman" w:hAnsi="Times New Roman"/>
          <w:sz w:val="28"/>
          <w:szCs w:val="28"/>
        </w:rPr>
        <w:t xml:space="preserve">ечатлениях. </w:t>
      </w:r>
      <w:r w:rsidRPr="00023BA3">
        <w:rPr>
          <w:rFonts w:ascii="Times New Roman" w:hAnsi="Times New Roman"/>
          <w:sz w:val="28"/>
          <w:szCs w:val="28"/>
        </w:rPr>
        <w:t xml:space="preserve"> В рамках проекта с</w:t>
      </w:r>
      <w:r>
        <w:rPr>
          <w:rFonts w:ascii="Times New Roman" w:hAnsi="Times New Roman"/>
          <w:sz w:val="28"/>
          <w:szCs w:val="28"/>
        </w:rPr>
        <w:t xml:space="preserve"> детьми планируются наблюдения</w:t>
      </w:r>
      <w:r w:rsidRPr="00023BA3">
        <w:rPr>
          <w:rFonts w:ascii="Times New Roman" w:hAnsi="Times New Roman"/>
          <w:sz w:val="28"/>
          <w:szCs w:val="28"/>
        </w:rPr>
        <w:t>,  проводятся познавательные беседы, организуются различные опыты.</w:t>
      </w:r>
    </w:p>
    <w:p w:rsidR="006A29C2" w:rsidRDefault="006A29C2" w:rsidP="004C4B81">
      <w:pPr>
        <w:pStyle w:val="NoSpacing"/>
        <w:rPr>
          <w:rFonts w:ascii="Times New Roman" w:hAnsi="Times New Roman"/>
          <w:sz w:val="28"/>
          <w:szCs w:val="28"/>
        </w:rPr>
      </w:pPr>
      <w:r w:rsidRPr="0026585B">
        <w:rPr>
          <w:rFonts w:ascii="Times New Roman" w:hAnsi="Times New Roman"/>
          <w:b/>
          <w:sz w:val="28"/>
          <w:szCs w:val="28"/>
        </w:rPr>
        <w:t>ЦЕЛЬ ПРОЕКТА:</w:t>
      </w:r>
      <w:r>
        <w:rPr>
          <w:rFonts w:ascii="Times New Roman" w:hAnsi="Times New Roman"/>
          <w:sz w:val="28"/>
          <w:szCs w:val="28"/>
        </w:rPr>
        <w:t xml:space="preserve"> </w:t>
      </w:r>
      <w:r>
        <w:t xml:space="preserve">  </w:t>
      </w:r>
      <w:r w:rsidRPr="004B0648">
        <w:rPr>
          <w:rFonts w:ascii="Times New Roman" w:hAnsi="Times New Roman"/>
          <w:sz w:val="28"/>
          <w:szCs w:val="28"/>
        </w:rPr>
        <w:t>изучение «мира кристаллов» и способов их выращивания.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A29C2" w:rsidRPr="004C4B81" w:rsidRDefault="006A29C2" w:rsidP="004C4B81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5328EA">
        <w:rPr>
          <w:rFonts w:ascii="Times New Roman" w:hAnsi="Times New Roman"/>
          <w:b/>
          <w:sz w:val="28"/>
          <w:szCs w:val="28"/>
        </w:rPr>
        <w:t>ЗАДАЧИ ПРОЕКТА:</w:t>
      </w:r>
    </w:p>
    <w:p w:rsidR="006A29C2" w:rsidRDefault="006A29C2" w:rsidP="0084060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Обогащать представление детей об объектах неживой природы, встречающихся в ближайшем окружении.</w:t>
      </w:r>
    </w:p>
    <w:p w:rsidR="006A29C2" w:rsidRPr="000831CE" w:rsidRDefault="006A29C2" w:rsidP="00840602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Способствовать развитию познавательной активности детей, обогащать их представления о объектах неживой природы, учить выделять особенности предметов на основе способов сенсорного исследования, сравнения и элементарного анализа. </w:t>
      </w:r>
    </w:p>
    <w:p w:rsidR="006A29C2" w:rsidRDefault="006A29C2" w:rsidP="00C8386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эмоциональную отзывчивость и разнообразие переживаний детей в процессе общения с природой.</w:t>
      </w:r>
    </w:p>
    <w:p w:rsidR="006A29C2" w:rsidRDefault="006A29C2" w:rsidP="00C83861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B0648">
        <w:rPr>
          <w:rFonts w:ascii="Times New Roman" w:hAnsi="Times New Roman"/>
          <w:sz w:val="28"/>
          <w:szCs w:val="28"/>
        </w:rPr>
        <w:t>Узнать факты о кристаллах.</w:t>
      </w:r>
    </w:p>
    <w:p w:rsidR="006A29C2" w:rsidRPr="00C83861" w:rsidRDefault="006A29C2" w:rsidP="00C83861">
      <w:pPr>
        <w:pStyle w:val="NoSpacing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C83861">
        <w:rPr>
          <w:rFonts w:ascii="Times New Roman" w:hAnsi="Times New Roman"/>
          <w:sz w:val="28"/>
          <w:szCs w:val="28"/>
        </w:rPr>
        <w:t xml:space="preserve"> Вырастить кристаллы в домашних условиях.</w:t>
      </w:r>
    </w:p>
    <w:p w:rsidR="006A29C2" w:rsidRPr="005328EA" w:rsidRDefault="006A29C2" w:rsidP="00840602">
      <w:pPr>
        <w:pStyle w:val="ListParagraph"/>
        <w:spacing w:after="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5328EA">
        <w:rPr>
          <w:rFonts w:ascii="Times New Roman" w:hAnsi="Times New Roman"/>
          <w:b/>
          <w:sz w:val="28"/>
          <w:szCs w:val="28"/>
        </w:rPr>
        <w:t xml:space="preserve">УЧАСНИКИ ПРОЕКТА: </w:t>
      </w:r>
    </w:p>
    <w:p w:rsidR="006A29C2" w:rsidRDefault="006A29C2" w:rsidP="00840602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воспитатель;</w:t>
      </w:r>
    </w:p>
    <w:p w:rsidR="006A29C2" w:rsidRDefault="006A29C2" w:rsidP="00840602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дети старшей группы;</w:t>
      </w:r>
    </w:p>
    <w:p w:rsidR="006A29C2" w:rsidRPr="00531503" w:rsidRDefault="006A29C2" w:rsidP="00840602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родители;</w:t>
      </w:r>
    </w:p>
    <w:p w:rsidR="006A29C2" w:rsidRDefault="006A29C2" w:rsidP="00840602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28EA">
        <w:rPr>
          <w:rFonts w:ascii="Times New Roman" w:hAnsi="Times New Roman"/>
          <w:b/>
          <w:sz w:val="28"/>
          <w:szCs w:val="28"/>
        </w:rPr>
        <w:t>ТИП ПРОЕКТА:</w:t>
      </w:r>
      <w:r>
        <w:rPr>
          <w:rFonts w:ascii="Times New Roman" w:hAnsi="Times New Roman"/>
          <w:sz w:val="28"/>
          <w:szCs w:val="28"/>
        </w:rPr>
        <w:t xml:space="preserve"> исследовательский, творческий, групповой.</w:t>
      </w:r>
    </w:p>
    <w:p w:rsidR="006A29C2" w:rsidRPr="00C07797" w:rsidRDefault="006A29C2" w:rsidP="00840602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28EA">
        <w:rPr>
          <w:rFonts w:ascii="Times New Roman" w:hAnsi="Times New Roman"/>
          <w:b/>
          <w:sz w:val="28"/>
          <w:szCs w:val="28"/>
        </w:rPr>
        <w:t>МАСШТАБ ПРОЕКТА:</w:t>
      </w:r>
      <w:r>
        <w:rPr>
          <w:rFonts w:ascii="Times New Roman" w:hAnsi="Times New Roman"/>
          <w:sz w:val="28"/>
          <w:szCs w:val="28"/>
        </w:rPr>
        <w:t xml:space="preserve"> краткосрочный, </w:t>
      </w:r>
    </w:p>
    <w:p w:rsidR="006A29C2" w:rsidRPr="005328EA" w:rsidRDefault="006A29C2" w:rsidP="00840602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328EA">
        <w:rPr>
          <w:rFonts w:ascii="Times New Roman" w:hAnsi="Times New Roman"/>
          <w:b/>
          <w:sz w:val="28"/>
          <w:szCs w:val="28"/>
        </w:rPr>
        <w:t>СОТРУДНИЧЕСТВО С РОДИТЕЛЯМИ:</w:t>
      </w:r>
    </w:p>
    <w:p w:rsidR="006A29C2" w:rsidRPr="00C83861" w:rsidRDefault="006A29C2" w:rsidP="00C8386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0E9A">
        <w:rPr>
          <w:rFonts w:ascii="Times New Roman" w:hAnsi="Times New Roman"/>
          <w:sz w:val="28"/>
          <w:szCs w:val="28"/>
        </w:rPr>
        <w:t>Знакомство с проектом через папку – передвижку.</w:t>
      </w:r>
    </w:p>
    <w:p w:rsidR="006A29C2" w:rsidRDefault="006A29C2" w:rsidP="00C8386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40E9A">
        <w:rPr>
          <w:rFonts w:ascii="Times New Roman" w:hAnsi="Times New Roman"/>
          <w:sz w:val="28"/>
          <w:szCs w:val="28"/>
        </w:rPr>
        <w:t>Создание коллекций камней «Малахитовая шкатулка»</w:t>
      </w:r>
    </w:p>
    <w:p w:rsidR="006A29C2" w:rsidRPr="00C83861" w:rsidRDefault="006A29C2" w:rsidP="00C83861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0648">
        <w:rPr>
          <w:rFonts w:ascii="Times New Roman" w:hAnsi="Times New Roman"/>
          <w:sz w:val="28"/>
          <w:szCs w:val="28"/>
        </w:rPr>
        <w:t>«Выставки украшений».</w:t>
      </w:r>
    </w:p>
    <w:p w:rsidR="006A29C2" w:rsidRPr="005328EA" w:rsidRDefault="006A29C2" w:rsidP="00840602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5328EA">
        <w:rPr>
          <w:rFonts w:ascii="Times New Roman" w:hAnsi="Times New Roman"/>
          <w:b/>
          <w:sz w:val="28"/>
          <w:szCs w:val="28"/>
        </w:rPr>
        <w:t>ПРЕДПОЛАГАЕМЫЙ РЕЗУЛЬТАТ ПРОЕКТА</w:t>
      </w:r>
    </w:p>
    <w:p w:rsidR="006A29C2" w:rsidRDefault="006A29C2" w:rsidP="0084060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640E9A">
        <w:rPr>
          <w:rFonts w:ascii="Times New Roman" w:hAnsi="Times New Roman"/>
          <w:sz w:val="28"/>
          <w:szCs w:val="28"/>
        </w:rPr>
        <w:t>Приобретение новых знаний и впечатлений об объектах неживой природы.</w:t>
      </w:r>
    </w:p>
    <w:p w:rsidR="006A29C2" w:rsidRDefault="006A29C2" w:rsidP="00C83861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Выращивание кристаллов из соли.</w:t>
      </w:r>
    </w:p>
    <w:p w:rsidR="006A29C2" w:rsidRPr="00067B5F" w:rsidRDefault="006A29C2" w:rsidP="00C83861">
      <w:pPr>
        <w:pStyle w:val="NoSpacing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067B5F">
        <w:rPr>
          <w:rFonts w:ascii="Times New Roman" w:hAnsi="Times New Roman"/>
          <w:sz w:val="28"/>
          <w:szCs w:val="28"/>
        </w:rPr>
        <w:t xml:space="preserve"> Выращивание кристаллов с помощью  набора  «Разноцветные кристаллы».</w:t>
      </w:r>
    </w:p>
    <w:p w:rsidR="006A29C2" w:rsidRDefault="006A29C2" w:rsidP="00C83861">
      <w:pPr>
        <w:spacing w:line="360" w:lineRule="auto"/>
        <w:rPr>
          <w:rFonts w:ascii="Times New Roman" w:hAnsi="Times New Roman"/>
          <w:sz w:val="28"/>
          <w:szCs w:val="28"/>
        </w:rPr>
      </w:pPr>
      <w:r w:rsidRPr="00067B5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4 .</w:t>
      </w:r>
      <w:r w:rsidRPr="00640E9A">
        <w:rPr>
          <w:rFonts w:ascii="Times New Roman" w:hAnsi="Times New Roman"/>
          <w:sz w:val="28"/>
          <w:szCs w:val="28"/>
        </w:rPr>
        <w:t>Расширение  познавательно-речевой сферы дошкольников, умение составлять описательный рассказ</w:t>
      </w:r>
    </w:p>
    <w:p w:rsidR="006A29C2" w:rsidRPr="000831CE" w:rsidRDefault="006A29C2" w:rsidP="00840602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5328EA">
        <w:rPr>
          <w:rFonts w:ascii="Times New Roman" w:hAnsi="Times New Roman"/>
          <w:b/>
          <w:sz w:val="28"/>
          <w:szCs w:val="28"/>
        </w:rPr>
        <w:t>РЕАЛИЗАЦИЯ ПРОЕКТА:</w:t>
      </w:r>
    </w:p>
    <w:p w:rsidR="006A29C2" w:rsidRPr="00067B5F" w:rsidRDefault="006A29C2" w:rsidP="00067B5F">
      <w:pPr>
        <w:spacing w:line="360" w:lineRule="auto"/>
        <w:rPr>
          <w:rFonts w:ascii="Times New Roman" w:hAnsi="Times New Roman"/>
          <w:sz w:val="28"/>
          <w:szCs w:val="28"/>
        </w:rPr>
      </w:pPr>
      <w:r w:rsidRPr="00C07797">
        <w:rPr>
          <w:rFonts w:ascii="Times New Roman" w:hAnsi="Times New Roman"/>
          <w:sz w:val="28"/>
          <w:szCs w:val="28"/>
        </w:rPr>
        <w:t>Реализация задач проекта осуществляется по направления</w:t>
      </w:r>
      <w:r w:rsidRPr="00067B5F">
        <w:rPr>
          <w:rFonts w:ascii="Times New Roman" w:hAnsi="Times New Roman"/>
          <w:sz w:val="28"/>
          <w:szCs w:val="28"/>
        </w:rPr>
        <w:t xml:space="preserve"> </w:t>
      </w:r>
      <w:r w:rsidRPr="00780EE8">
        <w:rPr>
          <w:rFonts w:ascii="Times New Roman" w:hAnsi="Times New Roman"/>
          <w:sz w:val="28"/>
          <w:szCs w:val="28"/>
        </w:rPr>
        <w:t>;</w:t>
      </w:r>
    </w:p>
    <w:p w:rsidR="006A29C2" w:rsidRPr="00807408" w:rsidRDefault="006A29C2" w:rsidP="0084060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07408">
        <w:rPr>
          <w:rFonts w:ascii="Times New Roman" w:hAnsi="Times New Roman"/>
          <w:sz w:val="28"/>
          <w:szCs w:val="28"/>
        </w:rPr>
        <w:t>познавательно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7408">
        <w:rPr>
          <w:rFonts w:ascii="Times New Roman" w:hAnsi="Times New Roman"/>
          <w:sz w:val="28"/>
          <w:szCs w:val="28"/>
        </w:rPr>
        <w:t xml:space="preserve">- речевое развитие; </w:t>
      </w:r>
    </w:p>
    <w:p w:rsidR="006A29C2" w:rsidRDefault="006A29C2" w:rsidP="0084060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07408">
        <w:rPr>
          <w:rFonts w:ascii="Times New Roman" w:hAnsi="Times New Roman"/>
          <w:sz w:val="28"/>
          <w:szCs w:val="28"/>
        </w:rPr>
        <w:t xml:space="preserve"> социально-личностное развитие ребенка;</w:t>
      </w:r>
    </w:p>
    <w:p w:rsidR="006A29C2" w:rsidRDefault="006A29C2" w:rsidP="0084060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807408">
        <w:rPr>
          <w:rFonts w:ascii="Times New Roman" w:hAnsi="Times New Roman"/>
          <w:sz w:val="28"/>
          <w:szCs w:val="28"/>
        </w:rPr>
        <w:t xml:space="preserve"> художественно-эстетическое развитие ребенка</w:t>
      </w:r>
      <w:r>
        <w:rPr>
          <w:rFonts w:ascii="Times New Roman" w:hAnsi="Times New Roman"/>
          <w:sz w:val="28"/>
          <w:szCs w:val="28"/>
        </w:rPr>
        <w:t>.</w:t>
      </w:r>
    </w:p>
    <w:p w:rsidR="006A29C2" w:rsidRPr="00F50A4D" w:rsidRDefault="006A29C2" w:rsidP="00C83861">
      <w:p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ПУТИ РЕАЛИЗАЦИИ ПРОЕКТА</w:t>
      </w:r>
      <w:r w:rsidRPr="00F50A4D">
        <w:rPr>
          <w:rFonts w:ascii="Times New Roman" w:hAnsi="Times New Roman"/>
          <w:b/>
          <w:sz w:val="28"/>
          <w:szCs w:val="28"/>
        </w:rPr>
        <w:t>:</w:t>
      </w:r>
    </w:p>
    <w:p w:rsidR="006A29C2" w:rsidRDefault="006A29C2" w:rsidP="00382F2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литературы по теме проекта.</w:t>
      </w:r>
    </w:p>
    <w:p w:rsidR="006A29C2" w:rsidRDefault="006A29C2" w:rsidP="00382F2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B0648">
        <w:rPr>
          <w:rFonts w:ascii="Times New Roman" w:hAnsi="Times New Roman"/>
          <w:sz w:val="28"/>
          <w:szCs w:val="28"/>
        </w:rPr>
        <w:t>Беседа «Загадочный мир минералов»</w:t>
      </w:r>
    </w:p>
    <w:p w:rsidR="006A29C2" w:rsidRDefault="006A29C2" w:rsidP="00382F2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НОД </w:t>
      </w:r>
      <w:r w:rsidRPr="004B0648">
        <w:rPr>
          <w:rFonts w:ascii="Times New Roman" w:hAnsi="Times New Roman"/>
          <w:sz w:val="28"/>
          <w:szCs w:val="28"/>
        </w:rPr>
        <w:t xml:space="preserve"> на тему: «Интересное о камнях и кристаллах»</w:t>
      </w:r>
    </w:p>
    <w:p w:rsidR="006A29C2" w:rsidRDefault="006A29C2" w:rsidP="00382F2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НОД </w:t>
      </w:r>
      <w:r w:rsidRPr="004B0648">
        <w:rPr>
          <w:rFonts w:ascii="Times New Roman" w:hAnsi="Times New Roman"/>
          <w:sz w:val="28"/>
          <w:szCs w:val="28"/>
        </w:rPr>
        <w:t>«Каждому знаку Зодиака свой камень».</w:t>
      </w:r>
    </w:p>
    <w:p w:rsidR="006A29C2" w:rsidRDefault="006A29C2" w:rsidP="00382F2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Чтение литературы </w:t>
      </w:r>
      <w:r w:rsidRPr="004B0648">
        <w:rPr>
          <w:rFonts w:ascii="Times New Roman" w:hAnsi="Times New Roman"/>
          <w:sz w:val="28"/>
          <w:szCs w:val="28"/>
        </w:rPr>
        <w:t xml:space="preserve"> «Серебряное копытце» П.Бажова и И.Н.Рыжова «О чём шептались камни»</w:t>
      </w:r>
      <w:r>
        <w:rPr>
          <w:rFonts w:ascii="Times New Roman" w:hAnsi="Times New Roman"/>
          <w:sz w:val="28"/>
          <w:szCs w:val="28"/>
        </w:rPr>
        <w:t>.</w:t>
      </w:r>
    </w:p>
    <w:p w:rsidR="006A29C2" w:rsidRDefault="006A29C2" w:rsidP="00382F2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</w:t>
      </w:r>
      <w:r w:rsidRPr="004B0648">
        <w:rPr>
          <w:rFonts w:ascii="Times New Roman" w:hAnsi="Times New Roman"/>
          <w:sz w:val="28"/>
          <w:szCs w:val="28"/>
        </w:rPr>
        <w:t>икторина: «Что вокруг нас сделано из камней»</w:t>
      </w:r>
    </w:p>
    <w:p w:rsidR="006A29C2" w:rsidRPr="00382F29" w:rsidRDefault="006A29C2" w:rsidP="00382F29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Выращивание кристалла:  кристаллизация соли,  кристаллизация морской соли ароматизированной.</w:t>
      </w:r>
    </w:p>
    <w:p w:rsidR="006A29C2" w:rsidRDefault="006A29C2" w:rsidP="00431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Кристалл — это твердое состояние вещества. </w:t>
      </w:r>
      <w:r>
        <w:rPr>
          <w:rFonts w:ascii="Times New Roman" w:hAnsi="Times New Roman"/>
          <w:sz w:val="28"/>
        </w:rPr>
        <w:t xml:space="preserve">Но не все кристаллы редки и красивы. Многие из самых обычных веществ вокруг нас представляют собой кристаллы. </w:t>
      </w:r>
    </w:p>
    <w:p w:rsidR="006A29C2" w:rsidRDefault="006A29C2" w:rsidP="00431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  <w:t xml:space="preserve">Все кристаллы одного вещества имеют одинаковую форму, хоть и могут отличаться размерами.  Если посмотреть на сахар, соль или чистый песок в увеличительное стекло или микроскоп, то можно увидеть формы их кристаллов.  </w:t>
      </w:r>
    </w:p>
    <w:p w:rsidR="006A29C2" w:rsidRDefault="006A29C2" w:rsidP="00431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В природе существует много веществ, образующих кристаллы:</w:t>
      </w:r>
    </w:p>
    <w:p w:rsidR="006A29C2" w:rsidRDefault="006A29C2" w:rsidP="00431E19">
      <w:pPr>
        <w:spacing w:after="0" w:line="240" w:lineRule="auto"/>
        <w:ind w:left="708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  <w:t>каждая частица соли и сахара – тоже кристалл;</w:t>
      </w:r>
    </w:p>
    <w:p w:rsidR="006A29C2" w:rsidRDefault="006A29C2" w:rsidP="00431E19">
      <w:pPr>
        <w:spacing w:after="120" w:line="240" w:lineRule="auto"/>
        <w:ind w:left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  <w:t>снег – это вода, замерзшая в виде мельчайших, очень красивых кристаллов. Все они расположены так, что образуют пушистую рыхлую массу, в которой не могут лечь плотно друг к другу.</w:t>
      </w:r>
    </w:p>
    <w:p w:rsidR="006A29C2" w:rsidRDefault="006A29C2" w:rsidP="00431E19">
      <w:pPr>
        <w:spacing w:after="120" w:line="240" w:lineRule="auto"/>
        <w:ind w:left="28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Моя совместная деятельность с воспитанниками построена последовательно:</w:t>
      </w:r>
    </w:p>
    <w:p w:rsidR="006A29C2" w:rsidRDefault="006A29C2" w:rsidP="00431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И имеет следующие конкретные этапы:</w:t>
      </w:r>
    </w:p>
    <w:p w:rsidR="006A29C2" w:rsidRDefault="006A29C2" w:rsidP="00431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Выделение и постановка проблемы (выбор темы исследования);</w:t>
      </w:r>
    </w:p>
    <w:p w:rsidR="006A29C2" w:rsidRDefault="006A29C2" w:rsidP="00431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• Выдвижение гипотезы;(перед экспериментом, дети озвучивают свои предположения) </w:t>
      </w:r>
    </w:p>
    <w:p w:rsidR="006A29C2" w:rsidRDefault="006A29C2" w:rsidP="00431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Поиск и предложение возможных вариантов решения; (исследование  вещества на растворимость, наблюдение за кристаллизацией)</w:t>
      </w:r>
    </w:p>
    <w:p w:rsidR="006A29C2" w:rsidRDefault="006A29C2" w:rsidP="00431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Сбор материала; (что мы узнали о кристаллах)</w:t>
      </w:r>
    </w:p>
    <w:p w:rsidR="006A29C2" w:rsidRDefault="006A29C2" w:rsidP="00431E1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Обобщение полученных данных. (продукт  исследования )</w:t>
      </w:r>
    </w:p>
    <w:p w:rsidR="006A29C2" w:rsidRDefault="006A29C2" w:rsidP="00431E1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Рассматривая кристаллы, воспитанники решили узнать растворяются ли кристаллы в воде? Я предложила проверить.</w:t>
      </w:r>
    </w:p>
    <w:p w:rsidR="006A29C2" w:rsidRDefault="006A29C2" w:rsidP="00431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 Мы провели опыт по растворимости сахара и соли</w:t>
      </w:r>
    </w:p>
    <w:p w:rsidR="006A29C2" w:rsidRDefault="006A29C2" w:rsidP="00431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Взяли  стакан с теплой водой и  стакан с холодной водой. Одну чайную ложку соли положили в стакан с теплой водой и размешали, другую – в стакан с холодной водой. Понаблюдали, в каком из стаканов кристаллы соли растворяться быстрее. </w:t>
      </w:r>
    </w:p>
    <w:p w:rsidR="006A29C2" w:rsidRDefault="006A29C2" w:rsidP="00431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По чайной ложке сахара положили в стаканы с теплой и холодной водой. Понаблюдали, в каком из стаканов кристаллы сахара растворяются быстрее. Таким образом, дети сделали вывод:</w:t>
      </w:r>
    </w:p>
    <w:p w:rsidR="006A29C2" w:rsidRDefault="006A29C2" w:rsidP="00431E19">
      <w:pPr>
        <w:spacing w:after="0" w:line="240" w:lineRule="auto"/>
        <w:ind w:firstLine="34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-в теплой воде кристаллы сахара и соли растворяются быстрее, чем в холодной.</w:t>
      </w:r>
    </w:p>
    <w:p w:rsidR="006A29C2" w:rsidRDefault="006A29C2" w:rsidP="00431E19">
      <w:pPr>
        <w:spacing w:after="0" w:line="240" w:lineRule="auto"/>
        <w:ind w:left="708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-кристаллы имеют свойство растворяться и получаются из этого</w:t>
      </w:r>
    </w:p>
    <w:p w:rsidR="006A29C2" w:rsidRDefault="006A29C2" w:rsidP="00431E19">
      <w:pPr>
        <w:spacing w:after="0" w:line="240" w:lineRule="auto"/>
        <w:ind w:left="708" w:hanging="36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растворы.</w:t>
      </w:r>
    </w:p>
    <w:p w:rsidR="006A29C2" w:rsidRDefault="006A29C2" w:rsidP="00431E19">
      <w:pPr>
        <w:spacing w:after="0" w:line="240" w:lineRule="auto"/>
        <w:ind w:left="708" w:hanging="360"/>
        <w:jc w:val="both"/>
        <w:rPr>
          <w:rFonts w:ascii="Times New Roman" w:hAnsi="Times New Roman"/>
          <w:b/>
          <w:sz w:val="28"/>
        </w:rPr>
      </w:pPr>
    </w:p>
    <w:p w:rsidR="006A29C2" w:rsidRPr="00ED70E3" w:rsidRDefault="006A29C2" w:rsidP="00431E19">
      <w:pPr>
        <w:spacing w:after="0" w:line="240" w:lineRule="auto"/>
        <w:ind w:left="708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Мои воспитанники пришли к выводу: Все кристаллы растворяются по разному</w:t>
      </w:r>
      <w:r w:rsidRPr="00ED70E3">
        <w:rPr>
          <w:rFonts w:ascii="Times New Roman" w:hAnsi="Times New Roman"/>
          <w:sz w:val="28"/>
        </w:rPr>
        <w:t>. Например, в холодной воде соль растворяется быстро, сахару необходимо больше времени. Горячая вода помогает некоторым веществам легче расворяться, как, например, сахару в горячем чае.</w:t>
      </w:r>
    </w:p>
    <w:p w:rsidR="006A29C2" w:rsidRDefault="006A29C2" w:rsidP="00431E1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A29C2" w:rsidRDefault="006A29C2" w:rsidP="00431E1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Читая и изучая литературу для выяснения  нашего вопроса: «Что такое кристаллы?», мы решили попробовать вырастить это чудо у себя в детском саду.</w:t>
      </w:r>
      <w:r>
        <w:rPr>
          <w:rFonts w:ascii="Times New Roman" w:hAnsi="Times New Roman"/>
          <w:b/>
          <w:sz w:val="28"/>
        </w:rPr>
        <w:t xml:space="preserve"> </w:t>
      </w:r>
    </w:p>
    <w:p w:rsidR="006A29C2" w:rsidRDefault="006A29C2" w:rsidP="00431E1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Следующий опыт: Кристаллизация – </w:t>
      </w:r>
      <w:r>
        <w:rPr>
          <w:rFonts w:ascii="Times New Roman" w:hAnsi="Times New Roman"/>
          <w:sz w:val="28"/>
        </w:rPr>
        <w:t xml:space="preserve"> выращивание кристаллов.</w:t>
      </w:r>
    </w:p>
    <w:p w:rsidR="006A29C2" w:rsidRDefault="006A29C2" w:rsidP="00431E1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Опыты по кристаллизации: </w:t>
      </w:r>
    </w:p>
    <w:p w:rsidR="006A29C2" w:rsidRDefault="006A29C2" w:rsidP="00431E1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Выращивание кристаллов - процесс очень интересный, но бывает достаточно длительным. Полезно знать, какие процессы управляют его ростом; почему разные вещества образуют кристаллы различной формы, а некоторые их вовсе не образуют; что надо сделать, чтобы они получились большими и красивыми.</w:t>
      </w:r>
    </w:p>
    <w:p w:rsidR="006A29C2" w:rsidRDefault="006A29C2" w:rsidP="00431E1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Каменная соль давно и навечно вошла в жизнь человека. Мы называем ее в быту просто солью, соль еще оказывает оздоровительное воздействие на человека для этого созданы солевые комнаты. Вот и мы выращивание наших кристаллов начали с этого уникального продукта.</w:t>
      </w:r>
    </w:p>
    <w:p w:rsidR="006A29C2" w:rsidRDefault="006A29C2" w:rsidP="00431E1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Больше всего моим воспитанникам  хотелось получить кристалл поваренной соли, так как она есть дома у каждого и для выращивания не надо никаких сложных инструментов и дорогих затрат. </w:t>
      </w:r>
    </w:p>
    <w:p w:rsidR="006A29C2" w:rsidRDefault="006A29C2" w:rsidP="00431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ab/>
      </w:r>
    </w:p>
    <w:p w:rsidR="006A29C2" w:rsidRPr="00ED70E3" w:rsidRDefault="006A29C2" w:rsidP="00431E1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ED70E3">
        <w:rPr>
          <w:rFonts w:ascii="Times New Roman" w:hAnsi="Times New Roman"/>
          <w:b/>
          <w:sz w:val="28"/>
          <w:u w:val="single"/>
        </w:rPr>
        <w:t>Результаты выращивания кристаллов поваренной соли</w:t>
      </w:r>
    </w:p>
    <w:p w:rsidR="006A29C2" w:rsidRDefault="006A29C2" w:rsidP="00431E19">
      <w:pPr>
        <w:spacing w:after="0" w:line="240" w:lineRule="auto"/>
        <w:ind w:left="360" w:hanging="360"/>
        <w:jc w:val="both"/>
        <w:rPr>
          <w:rFonts w:ascii="Times New Roman" w:hAnsi="Times New Roman"/>
          <w:b/>
          <w:color w:val="FF0000"/>
          <w:sz w:val="28"/>
          <w:u w:val="single"/>
        </w:rPr>
      </w:pPr>
    </w:p>
    <w:p w:rsidR="006A29C2" w:rsidRDefault="006A29C2" w:rsidP="00431E19">
      <w:pPr>
        <w:spacing w:after="0" w:line="240" w:lineRule="auto"/>
        <w:ind w:left="360" w:hanging="36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sz w:val="28"/>
        </w:rPr>
        <w:tab/>
        <w:t xml:space="preserve"> </w:t>
      </w:r>
      <w:r>
        <w:rPr>
          <w:rFonts w:ascii="Times New Roman" w:hAnsi="Times New Roman"/>
          <w:sz w:val="28"/>
        </w:rPr>
        <w:tab/>
        <w:t xml:space="preserve">В результате изучения дополнительных  материалов, а также    проведения практической работы мои  воспитанники пришли к </w:t>
      </w:r>
      <w:r>
        <w:rPr>
          <w:rFonts w:ascii="Times New Roman" w:hAnsi="Times New Roman"/>
          <w:b/>
          <w:sz w:val="28"/>
          <w:u w:val="single"/>
        </w:rPr>
        <w:t>следующим выводам:</w:t>
      </w:r>
    </w:p>
    <w:p w:rsidR="006A29C2" w:rsidRDefault="006A29C2" w:rsidP="00431E19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</w:rPr>
      </w:pPr>
    </w:p>
    <w:p w:rsidR="006A29C2" w:rsidRDefault="006A29C2" w:rsidP="00431E19">
      <w:pPr>
        <w:pStyle w:val="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Кристалл — это твердое состояние вещества. Он имеет определенную форму и определенное количество граней.</w:t>
      </w:r>
    </w:p>
    <w:p w:rsidR="006A29C2" w:rsidRDefault="006A29C2" w:rsidP="00431E19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6A29C2" w:rsidRDefault="006A29C2" w:rsidP="00431E19">
      <w:pPr>
        <w:pStyle w:val="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Кристаллы бывают разных цветов, в большинстве своём прозрачны.</w:t>
      </w:r>
    </w:p>
    <w:p w:rsidR="006A29C2" w:rsidRDefault="006A29C2" w:rsidP="00431E19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</w:rPr>
      </w:pPr>
    </w:p>
    <w:p w:rsidR="006A29C2" w:rsidRDefault="006A29C2" w:rsidP="00431E19">
      <w:pPr>
        <w:pStyle w:val="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Кристаллы окружают нас повсюду. </w:t>
      </w:r>
    </w:p>
    <w:p w:rsidR="006A29C2" w:rsidRDefault="006A29C2" w:rsidP="00431E19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</w:rPr>
      </w:pPr>
    </w:p>
    <w:p w:rsidR="006A29C2" w:rsidRDefault="006A29C2" w:rsidP="00431E19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Дети настолько увлеклись выращиванием кристаллов, что  попытались вырастить кристаллы в домашних условиях из разных солей. Для этого  использовали: поваренную соль, морскую соль для ванны,  из пищевой соды.</w:t>
      </w:r>
    </w:p>
    <w:p w:rsidR="006A29C2" w:rsidRDefault="006A29C2" w:rsidP="00431E19">
      <w:pPr>
        <w:spacing w:after="0" w:line="240" w:lineRule="auto"/>
        <w:ind w:left="360" w:hanging="360"/>
        <w:jc w:val="both"/>
        <w:rPr>
          <w:rFonts w:ascii="Times New Roman" w:hAnsi="Times New Roman"/>
          <w:sz w:val="28"/>
        </w:rPr>
      </w:pPr>
    </w:p>
    <w:p w:rsidR="006A29C2" w:rsidRDefault="006A29C2" w:rsidP="00431E19">
      <w:pPr>
        <w:spacing w:after="280" w:line="240" w:lineRule="auto"/>
        <w:ind w:left="360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 процессе работы воспитанники  усвоили основные этапы  и важные правила выращивания кристаллов. Например, кристаллик нельзя при росте без особой причины вынимать из раствора.  Не допускать попадание мусора в насыщенный раствор. Периодически (раз в неделю) менять или обновлять насыщенный раствор.</w:t>
      </w:r>
    </w:p>
    <w:p w:rsidR="006A29C2" w:rsidRPr="00ED70E3" w:rsidRDefault="006A29C2" w:rsidP="00431E19">
      <w:pPr>
        <w:spacing w:after="280" w:line="240" w:lineRule="auto"/>
        <w:ind w:left="360" w:hanging="360"/>
        <w:jc w:val="both"/>
        <w:rPr>
          <w:rFonts w:ascii="Times New Roman" w:hAnsi="Times New Roman"/>
          <w:sz w:val="28"/>
        </w:rPr>
      </w:pPr>
      <w:r w:rsidRPr="00ED70E3">
        <w:rPr>
          <w:rFonts w:ascii="Times New Roman" w:hAnsi="Times New Roman"/>
          <w:sz w:val="28"/>
        </w:rPr>
        <w:tab/>
      </w:r>
      <w:r w:rsidRPr="00ED70E3">
        <w:rPr>
          <w:rFonts w:ascii="Times New Roman" w:hAnsi="Times New Roman"/>
          <w:b/>
          <w:sz w:val="28"/>
        </w:rPr>
        <w:t>Таким образом,  мы считаем, что цель и задачи, поставленные нами в начале работы, достигнуты.  Мы научились выращивать кристаллы.</w:t>
      </w:r>
    </w:p>
    <w:p w:rsidR="006A29C2" w:rsidRDefault="006A29C2" w:rsidP="00780EE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6A29C2" w:rsidRPr="00780EE8" w:rsidRDefault="006A29C2" w:rsidP="00780EE8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литературы.</w:t>
      </w:r>
    </w:p>
    <w:p w:rsidR="006A29C2" w:rsidRPr="009C453F" w:rsidRDefault="006A29C2" w:rsidP="009C453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Бабаева Т.И., Гогоберидзе А. Г., Михайлова З.А.  Детство: Примерная основная общеобразовательная программа  дошкольного образования. СПб.:  ООО «ИЗДАТЕЛЬСТВО «ДЕТСТВО-ПРЕСС», 2013.- 528</w:t>
      </w:r>
    </w:p>
    <w:p w:rsidR="006A29C2" w:rsidRDefault="006A29C2" w:rsidP="009C453F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4B0648">
        <w:rPr>
          <w:rFonts w:ascii="Times New Roman" w:hAnsi="Times New Roman"/>
          <w:sz w:val="28"/>
          <w:szCs w:val="28"/>
        </w:rPr>
        <w:t xml:space="preserve">Гризик </w:t>
      </w:r>
      <w:r>
        <w:rPr>
          <w:rFonts w:ascii="Times New Roman" w:hAnsi="Times New Roman"/>
          <w:sz w:val="28"/>
          <w:szCs w:val="28"/>
        </w:rPr>
        <w:t xml:space="preserve"> Т.И.</w:t>
      </w:r>
      <w:r w:rsidRPr="004B0648">
        <w:rPr>
          <w:rFonts w:ascii="Times New Roman" w:hAnsi="Times New Roman"/>
          <w:sz w:val="28"/>
          <w:szCs w:val="28"/>
        </w:rPr>
        <w:t xml:space="preserve">«Познаю мир» </w:t>
      </w:r>
    </w:p>
    <w:p w:rsidR="006A29C2" w:rsidRPr="009C453F" w:rsidRDefault="006A29C2" w:rsidP="009C453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4B0648">
        <w:rPr>
          <w:rFonts w:ascii="Times New Roman" w:hAnsi="Times New Roman"/>
          <w:sz w:val="28"/>
          <w:szCs w:val="28"/>
        </w:rPr>
        <w:t>Ковинько</w:t>
      </w:r>
      <w:r>
        <w:rPr>
          <w:rFonts w:ascii="Times New Roman" w:hAnsi="Times New Roman"/>
          <w:sz w:val="28"/>
          <w:szCs w:val="28"/>
        </w:rPr>
        <w:t xml:space="preserve"> Л. В.</w:t>
      </w:r>
      <w:r w:rsidRPr="004B0648">
        <w:rPr>
          <w:rFonts w:ascii="Times New Roman" w:hAnsi="Times New Roman"/>
          <w:sz w:val="28"/>
          <w:szCs w:val="28"/>
        </w:rPr>
        <w:t xml:space="preserve"> «Секреты природы-это так интересно</w:t>
      </w:r>
      <w:r>
        <w:rPr>
          <w:rFonts w:ascii="Times New Roman" w:hAnsi="Times New Roman"/>
          <w:sz w:val="28"/>
          <w:szCs w:val="28"/>
        </w:rPr>
        <w:t>»</w:t>
      </w:r>
    </w:p>
    <w:p w:rsidR="006A29C2" w:rsidRPr="009C453F" w:rsidRDefault="006A29C2" w:rsidP="009C453F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Еловская Л. Ю. Организация вечерней совместной деятельности взрослых и детей // Справочник старшего воспитателя дошкольного учреждения  2013. - № 5</w:t>
      </w:r>
    </w:p>
    <w:p w:rsidR="006A29C2" w:rsidRDefault="006A29C2" w:rsidP="009C453F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C453F">
        <w:rPr>
          <w:rFonts w:ascii="Times New Roman" w:hAnsi="Times New Roman"/>
          <w:sz w:val="28"/>
          <w:szCs w:val="28"/>
        </w:rPr>
        <w:t>Тугушева</w:t>
      </w:r>
      <w:r>
        <w:rPr>
          <w:rFonts w:ascii="Times New Roman" w:hAnsi="Times New Roman"/>
          <w:sz w:val="28"/>
          <w:szCs w:val="28"/>
        </w:rPr>
        <w:t xml:space="preserve"> Г,П., </w:t>
      </w:r>
      <w:r w:rsidRPr="009C453F">
        <w:rPr>
          <w:rFonts w:ascii="Times New Roman" w:hAnsi="Times New Roman"/>
          <w:sz w:val="28"/>
          <w:szCs w:val="28"/>
        </w:rPr>
        <w:t xml:space="preserve">Чистякова </w:t>
      </w:r>
      <w:r>
        <w:rPr>
          <w:rFonts w:ascii="Times New Roman" w:hAnsi="Times New Roman"/>
          <w:sz w:val="28"/>
          <w:szCs w:val="28"/>
        </w:rPr>
        <w:t xml:space="preserve"> А,Е </w:t>
      </w:r>
      <w:r w:rsidRPr="009C453F">
        <w:rPr>
          <w:rFonts w:ascii="Times New Roman" w:hAnsi="Times New Roman"/>
          <w:sz w:val="28"/>
          <w:szCs w:val="28"/>
        </w:rPr>
        <w:t xml:space="preserve">«Экспериментальная деятельность детей старшего дошкольного возраста» </w:t>
      </w:r>
    </w:p>
    <w:p w:rsidR="006A29C2" w:rsidRDefault="006A29C2" w:rsidP="009C453F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C453F">
        <w:rPr>
          <w:rFonts w:ascii="Times New Roman" w:hAnsi="Times New Roman"/>
          <w:sz w:val="28"/>
          <w:szCs w:val="28"/>
        </w:rPr>
        <w:t>Зенина</w:t>
      </w:r>
      <w:r>
        <w:rPr>
          <w:rFonts w:ascii="Times New Roman" w:hAnsi="Times New Roman"/>
          <w:sz w:val="28"/>
          <w:szCs w:val="28"/>
        </w:rPr>
        <w:t xml:space="preserve"> Т,Н.</w:t>
      </w:r>
      <w:r w:rsidRPr="009C453F">
        <w:rPr>
          <w:rFonts w:ascii="Times New Roman" w:hAnsi="Times New Roman"/>
          <w:sz w:val="28"/>
          <w:szCs w:val="28"/>
        </w:rPr>
        <w:t xml:space="preserve"> «Ознакомление дошкольников с природными объектами» </w:t>
      </w:r>
    </w:p>
    <w:p w:rsidR="006A29C2" w:rsidRDefault="006A29C2" w:rsidP="009C453F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C453F">
        <w:rPr>
          <w:rFonts w:ascii="Times New Roman" w:hAnsi="Times New Roman"/>
          <w:sz w:val="28"/>
          <w:szCs w:val="28"/>
        </w:rPr>
        <w:t xml:space="preserve">Н.Рыжова, Л.Логинова «Мини-музей в детском саду» </w:t>
      </w:r>
    </w:p>
    <w:p w:rsidR="006A29C2" w:rsidRDefault="006A29C2" w:rsidP="009C453F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C453F">
        <w:rPr>
          <w:rFonts w:ascii="Times New Roman" w:hAnsi="Times New Roman"/>
          <w:sz w:val="28"/>
          <w:szCs w:val="28"/>
        </w:rPr>
        <w:t xml:space="preserve">Энциклопедия «Я познаю мир» (сокровища Земли) </w:t>
      </w:r>
    </w:p>
    <w:p w:rsidR="006A29C2" w:rsidRDefault="006A29C2" w:rsidP="009C453F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C453F">
        <w:rPr>
          <w:rFonts w:ascii="Times New Roman" w:hAnsi="Times New Roman"/>
          <w:sz w:val="28"/>
          <w:szCs w:val="28"/>
        </w:rPr>
        <w:t xml:space="preserve">Энциклопедия «Я познаю мир» (камни и минералы) </w:t>
      </w:r>
    </w:p>
    <w:p w:rsidR="006A29C2" w:rsidRPr="00B17E74" w:rsidRDefault="006A29C2" w:rsidP="009C453F">
      <w:pPr>
        <w:pStyle w:val="NoSpacing"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9C453F">
        <w:rPr>
          <w:rFonts w:ascii="Times New Roman" w:hAnsi="Times New Roman"/>
          <w:sz w:val="28"/>
          <w:szCs w:val="28"/>
        </w:rPr>
        <w:t>Природоведение «Камни и минера</w:t>
      </w:r>
      <w:r w:rsidRPr="00B17E74">
        <w:rPr>
          <w:rFonts w:ascii="Times New Roman" w:hAnsi="Times New Roman"/>
          <w:sz w:val="28"/>
          <w:szCs w:val="28"/>
        </w:rPr>
        <w:t xml:space="preserve">лы» </w:t>
      </w:r>
    </w:p>
    <w:p w:rsidR="006A29C2" w:rsidRDefault="006A29C2"/>
    <w:sectPr w:rsidR="006A29C2" w:rsidSect="00811306">
      <w:pgSz w:w="11906" w:h="16838"/>
      <w:pgMar w:top="1418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49A2"/>
    <w:multiLevelType w:val="hybridMultilevel"/>
    <w:tmpl w:val="F3DCC8EC"/>
    <w:lvl w:ilvl="0" w:tplc="57D4B95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8B11836"/>
    <w:multiLevelType w:val="hybridMultilevel"/>
    <w:tmpl w:val="C908E5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D0272"/>
    <w:multiLevelType w:val="hybridMultilevel"/>
    <w:tmpl w:val="D6C0288E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>
    <w:nsid w:val="276D4B9E"/>
    <w:multiLevelType w:val="hybridMultilevel"/>
    <w:tmpl w:val="0A7E02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99C7621"/>
    <w:multiLevelType w:val="hybridMultilevel"/>
    <w:tmpl w:val="BEBA8D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0C0479"/>
    <w:multiLevelType w:val="hybridMultilevel"/>
    <w:tmpl w:val="90DA75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0844C85"/>
    <w:multiLevelType w:val="hybridMultilevel"/>
    <w:tmpl w:val="C4103D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010C22"/>
    <w:multiLevelType w:val="hybridMultilevel"/>
    <w:tmpl w:val="69622B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0602"/>
    <w:rsid w:val="0000106F"/>
    <w:rsid w:val="00002B49"/>
    <w:rsid w:val="00003D6C"/>
    <w:rsid w:val="0000561F"/>
    <w:rsid w:val="00006FAE"/>
    <w:rsid w:val="000108D1"/>
    <w:rsid w:val="0001348D"/>
    <w:rsid w:val="00013C3F"/>
    <w:rsid w:val="00015550"/>
    <w:rsid w:val="00016851"/>
    <w:rsid w:val="00021686"/>
    <w:rsid w:val="000225F5"/>
    <w:rsid w:val="00022AAF"/>
    <w:rsid w:val="00023BA3"/>
    <w:rsid w:val="0002780B"/>
    <w:rsid w:val="0003037A"/>
    <w:rsid w:val="00033818"/>
    <w:rsid w:val="00035320"/>
    <w:rsid w:val="00035C84"/>
    <w:rsid w:val="0003637E"/>
    <w:rsid w:val="000378F8"/>
    <w:rsid w:val="000414A6"/>
    <w:rsid w:val="00044151"/>
    <w:rsid w:val="00045664"/>
    <w:rsid w:val="000540DA"/>
    <w:rsid w:val="00054995"/>
    <w:rsid w:val="0005568B"/>
    <w:rsid w:val="00056126"/>
    <w:rsid w:val="00056190"/>
    <w:rsid w:val="0005708C"/>
    <w:rsid w:val="000570A5"/>
    <w:rsid w:val="00064627"/>
    <w:rsid w:val="000650D7"/>
    <w:rsid w:val="00067B5F"/>
    <w:rsid w:val="00067E57"/>
    <w:rsid w:val="000714ED"/>
    <w:rsid w:val="000749A7"/>
    <w:rsid w:val="00074AA0"/>
    <w:rsid w:val="00076895"/>
    <w:rsid w:val="000831CE"/>
    <w:rsid w:val="000852F4"/>
    <w:rsid w:val="00086B9D"/>
    <w:rsid w:val="0009210E"/>
    <w:rsid w:val="00095B4A"/>
    <w:rsid w:val="000977E7"/>
    <w:rsid w:val="000A0F7A"/>
    <w:rsid w:val="000A24C3"/>
    <w:rsid w:val="000A2791"/>
    <w:rsid w:val="000A2A7F"/>
    <w:rsid w:val="000A5026"/>
    <w:rsid w:val="000A7641"/>
    <w:rsid w:val="000B0F64"/>
    <w:rsid w:val="000B5B9E"/>
    <w:rsid w:val="000B79E6"/>
    <w:rsid w:val="000C30D9"/>
    <w:rsid w:val="000C70F1"/>
    <w:rsid w:val="000C73DD"/>
    <w:rsid w:val="000D300A"/>
    <w:rsid w:val="000D36F2"/>
    <w:rsid w:val="000D3B8E"/>
    <w:rsid w:val="000D463F"/>
    <w:rsid w:val="000D52C3"/>
    <w:rsid w:val="000D57D5"/>
    <w:rsid w:val="000D6390"/>
    <w:rsid w:val="000E1776"/>
    <w:rsid w:val="000E49DE"/>
    <w:rsid w:val="000F37E4"/>
    <w:rsid w:val="000F3D2E"/>
    <w:rsid w:val="001026DA"/>
    <w:rsid w:val="00103DBF"/>
    <w:rsid w:val="001110EF"/>
    <w:rsid w:val="001135D4"/>
    <w:rsid w:val="001148FB"/>
    <w:rsid w:val="001206D8"/>
    <w:rsid w:val="00121B80"/>
    <w:rsid w:val="001226F4"/>
    <w:rsid w:val="00123A3F"/>
    <w:rsid w:val="00126317"/>
    <w:rsid w:val="001269F1"/>
    <w:rsid w:val="0012787C"/>
    <w:rsid w:val="00131D76"/>
    <w:rsid w:val="00134010"/>
    <w:rsid w:val="00137DD9"/>
    <w:rsid w:val="001461B9"/>
    <w:rsid w:val="00146C5D"/>
    <w:rsid w:val="00151F67"/>
    <w:rsid w:val="001535CD"/>
    <w:rsid w:val="001536EA"/>
    <w:rsid w:val="00153A94"/>
    <w:rsid w:val="00153D6D"/>
    <w:rsid w:val="0015441E"/>
    <w:rsid w:val="001600BB"/>
    <w:rsid w:val="00162177"/>
    <w:rsid w:val="00162E2C"/>
    <w:rsid w:val="00163EA0"/>
    <w:rsid w:val="00166F7B"/>
    <w:rsid w:val="0017107B"/>
    <w:rsid w:val="00176362"/>
    <w:rsid w:val="00186502"/>
    <w:rsid w:val="0019007B"/>
    <w:rsid w:val="001906D2"/>
    <w:rsid w:val="00190700"/>
    <w:rsid w:val="00190B15"/>
    <w:rsid w:val="001917AB"/>
    <w:rsid w:val="001933C3"/>
    <w:rsid w:val="00196E85"/>
    <w:rsid w:val="00197080"/>
    <w:rsid w:val="00197F50"/>
    <w:rsid w:val="001A2E58"/>
    <w:rsid w:val="001A4405"/>
    <w:rsid w:val="001A5F05"/>
    <w:rsid w:val="001A6540"/>
    <w:rsid w:val="001B6003"/>
    <w:rsid w:val="001B623E"/>
    <w:rsid w:val="001C3EF8"/>
    <w:rsid w:val="001C3F4C"/>
    <w:rsid w:val="001C4446"/>
    <w:rsid w:val="001D2131"/>
    <w:rsid w:val="001D2158"/>
    <w:rsid w:val="001D41F9"/>
    <w:rsid w:val="001D5EBB"/>
    <w:rsid w:val="001E119E"/>
    <w:rsid w:val="001E2A28"/>
    <w:rsid w:val="001E3A21"/>
    <w:rsid w:val="00200390"/>
    <w:rsid w:val="00201E69"/>
    <w:rsid w:val="00206A51"/>
    <w:rsid w:val="002072F8"/>
    <w:rsid w:val="00207F90"/>
    <w:rsid w:val="002100C7"/>
    <w:rsid w:val="00217BB5"/>
    <w:rsid w:val="0022418E"/>
    <w:rsid w:val="0022559D"/>
    <w:rsid w:val="002258EA"/>
    <w:rsid w:val="002305D1"/>
    <w:rsid w:val="00234216"/>
    <w:rsid w:val="00234EC4"/>
    <w:rsid w:val="0023580F"/>
    <w:rsid w:val="00235D78"/>
    <w:rsid w:val="002420BA"/>
    <w:rsid w:val="0024230D"/>
    <w:rsid w:val="00242A4D"/>
    <w:rsid w:val="00244314"/>
    <w:rsid w:val="002443CE"/>
    <w:rsid w:val="00244D0D"/>
    <w:rsid w:val="0025395C"/>
    <w:rsid w:val="002573B9"/>
    <w:rsid w:val="0026065F"/>
    <w:rsid w:val="002614B5"/>
    <w:rsid w:val="002622E0"/>
    <w:rsid w:val="00262326"/>
    <w:rsid w:val="0026252A"/>
    <w:rsid w:val="002645E1"/>
    <w:rsid w:val="00264E2C"/>
    <w:rsid w:val="0026547A"/>
    <w:rsid w:val="0026585B"/>
    <w:rsid w:val="00266305"/>
    <w:rsid w:val="002676DE"/>
    <w:rsid w:val="002678A3"/>
    <w:rsid w:val="00272A15"/>
    <w:rsid w:val="00272A2A"/>
    <w:rsid w:val="002732A5"/>
    <w:rsid w:val="00275F4B"/>
    <w:rsid w:val="0027766F"/>
    <w:rsid w:val="00280018"/>
    <w:rsid w:val="002829DE"/>
    <w:rsid w:val="00282D89"/>
    <w:rsid w:val="00283D61"/>
    <w:rsid w:val="00286282"/>
    <w:rsid w:val="00292776"/>
    <w:rsid w:val="00292DF6"/>
    <w:rsid w:val="0029429B"/>
    <w:rsid w:val="00296576"/>
    <w:rsid w:val="002A08E1"/>
    <w:rsid w:val="002A1D9A"/>
    <w:rsid w:val="002A2904"/>
    <w:rsid w:val="002A52D0"/>
    <w:rsid w:val="002A70C7"/>
    <w:rsid w:val="002B0438"/>
    <w:rsid w:val="002B0CB8"/>
    <w:rsid w:val="002B1A1B"/>
    <w:rsid w:val="002B2D95"/>
    <w:rsid w:val="002B51D6"/>
    <w:rsid w:val="002B5E2F"/>
    <w:rsid w:val="002C3000"/>
    <w:rsid w:val="002C4226"/>
    <w:rsid w:val="002C4DD9"/>
    <w:rsid w:val="002D0CDD"/>
    <w:rsid w:val="002D18B8"/>
    <w:rsid w:val="002D5072"/>
    <w:rsid w:val="002D5414"/>
    <w:rsid w:val="002E231F"/>
    <w:rsid w:val="002E44CB"/>
    <w:rsid w:val="002E64A1"/>
    <w:rsid w:val="002E672A"/>
    <w:rsid w:val="002E6C6B"/>
    <w:rsid w:val="002F13E5"/>
    <w:rsid w:val="002F442E"/>
    <w:rsid w:val="002F65E6"/>
    <w:rsid w:val="002F77DD"/>
    <w:rsid w:val="002F7C60"/>
    <w:rsid w:val="00300919"/>
    <w:rsid w:val="00306730"/>
    <w:rsid w:val="00306DF0"/>
    <w:rsid w:val="003120C2"/>
    <w:rsid w:val="00314B31"/>
    <w:rsid w:val="00316B1E"/>
    <w:rsid w:val="00317FFE"/>
    <w:rsid w:val="00321200"/>
    <w:rsid w:val="003230D8"/>
    <w:rsid w:val="00324594"/>
    <w:rsid w:val="003247F1"/>
    <w:rsid w:val="00324C9A"/>
    <w:rsid w:val="00325707"/>
    <w:rsid w:val="00327B5C"/>
    <w:rsid w:val="003305B6"/>
    <w:rsid w:val="003306FE"/>
    <w:rsid w:val="00333265"/>
    <w:rsid w:val="003335DE"/>
    <w:rsid w:val="003369D8"/>
    <w:rsid w:val="0034029D"/>
    <w:rsid w:val="00341CD6"/>
    <w:rsid w:val="00343B7A"/>
    <w:rsid w:val="0034737F"/>
    <w:rsid w:val="00351964"/>
    <w:rsid w:val="00351AEC"/>
    <w:rsid w:val="00351FFC"/>
    <w:rsid w:val="00355AC0"/>
    <w:rsid w:val="003605EF"/>
    <w:rsid w:val="00365560"/>
    <w:rsid w:val="00366764"/>
    <w:rsid w:val="00367465"/>
    <w:rsid w:val="00367AD4"/>
    <w:rsid w:val="003739AE"/>
    <w:rsid w:val="00374CD3"/>
    <w:rsid w:val="003751FF"/>
    <w:rsid w:val="00375DD5"/>
    <w:rsid w:val="00375EAD"/>
    <w:rsid w:val="00376B36"/>
    <w:rsid w:val="00382F29"/>
    <w:rsid w:val="00386F6B"/>
    <w:rsid w:val="0038777D"/>
    <w:rsid w:val="00391718"/>
    <w:rsid w:val="003945DE"/>
    <w:rsid w:val="003949E0"/>
    <w:rsid w:val="00395FEB"/>
    <w:rsid w:val="003A02A1"/>
    <w:rsid w:val="003A1747"/>
    <w:rsid w:val="003A4F64"/>
    <w:rsid w:val="003A6C7D"/>
    <w:rsid w:val="003B1B84"/>
    <w:rsid w:val="003B6400"/>
    <w:rsid w:val="003C0186"/>
    <w:rsid w:val="003C057A"/>
    <w:rsid w:val="003C354A"/>
    <w:rsid w:val="003C5930"/>
    <w:rsid w:val="003D170D"/>
    <w:rsid w:val="003D1FBD"/>
    <w:rsid w:val="003D4564"/>
    <w:rsid w:val="003D4B27"/>
    <w:rsid w:val="003D4C6D"/>
    <w:rsid w:val="003D62FE"/>
    <w:rsid w:val="003D67BC"/>
    <w:rsid w:val="003F0B5B"/>
    <w:rsid w:val="003F12E6"/>
    <w:rsid w:val="003F4347"/>
    <w:rsid w:val="003F5C68"/>
    <w:rsid w:val="003F6536"/>
    <w:rsid w:val="003F6AA5"/>
    <w:rsid w:val="003F70E2"/>
    <w:rsid w:val="0040055B"/>
    <w:rsid w:val="004012B0"/>
    <w:rsid w:val="0040301A"/>
    <w:rsid w:val="004036BE"/>
    <w:rsid w:val="00410864"/>
    <w:rsid w:val="00424285"/>
    <w:rsid w:val="00425A59"/>
    <w:rsid w:val="00426621"/>
    <w:rsid w:val="004266AD"/>
    <w:rsid w:val="004278B3"/>
    <w:rsid w:val="00431B1E"/>
    <w:rsid w:val="00431E19"/>
    <w:rsid w:val="00435B58"/>
    <w:rsid w:val="00437B7D"/>
    <w:rsid w:val="00440D4D"/>
    <w:rsid w:val="00444C95"/>
    <w:rsid w:val="00446A2B"/>
    <w:rsid w:val="004520FD"/>
    <w:rsid w:val="004569CA"/>
    <w:rsid w:val="00462051"/>
    <w:rsid w:val="004620F8"/>
    <w:rsid w:val="00462162"/>
    <w:rsid w:val="00462E00"/>
    <w:rsid w:val="00463B91"/>
    <w:rsid w:val="00463FE4"/>
    <w:rsid w:val="00465441"/>
    <w:rsid w:val="00465DDA"/>
    <w:rsid w:val="00466072"/>
    <w:rsid w:val="004702E0"/>
    <w:rsid w:val="00470768"/>
    <w:rsid w:val="0047154E"/>
    <w:rsid w:val="00471B3D"/>
    <w:rsid w:val="00472D00"/>
    <w:rsid w:val="00477250"/>
    <w:rsid w:val="00477F1A"/>
    <w:rsid w:val="00480527"/>
    <w:rsid w:val="00485E25"/>
    <w:rsid w:val="00485EE7"/>
    <w:rsid w:val="004957A4"/>
    <w:rsid w:val="004A0018"/>
    <w:rsid w:val="004A2C18"/>
    <w:rsid w:val="004A5F71"/>
    <w:rsid w:val="004B0648"/>
    <w:rsid w:val="004B567E"/>
    <w:rsid w:val="004B58F9"/>
    <w:rsid w:val="004B5C37"/>
    <w:rsid w:val="004B6521"/>
    <w:rsid w:val="004C0915"/>
    <w:rsid w:val="004C0B96"/>
    <w:rsid w:val="004C26E2"/>
    <w:rsid w:val="004C2E2E"/>
    <w:rsid w:val="004C4B81"/>
    <w:rsid w:val="004C57F3"/>
    <w:rsid w:val="004C5A9E"/>
    <w:rsid w:val="004C7932"/>
    <w:rsid w:val="004D0907"/>
    <w:rsid w:val="004D2F86"/>
    <w:rsid w:val="004D39F2"/>
    <w:rsid w:val="004D695B"/>
    <w:rsid w:val="004D77E2"/>
    <w:rsid w:val="004E0CC8"/>
    <w:rsid w:val="004E349D"/>
    <w:rsid w:val="004E7415"/>
    <w:rsid w:val="004F0EA7"/>
    <w:rsid w:val="004F3E7A"/>
    <w:rsid w:val="004F496D"/>
    <w:rsid w:val="004F5CD0"/>
    <w:rsid w:val="005027B6"/>
    <w:rsid w:val="00504995"/>
    <w:rsid w:val="00507093"/>
    <w:rsid w:val="00510A63"/>
    <w:rsid w:val="0051106B"/>
    <w:rsid w:val="00511A39"/>
    <w:rsid w:val="00513153"/>
    <w:rsid w:val="005131D2"/>
    <w:rsid w:val="00513A0D"/>
    <w:rsid w:val="005147B2"/>
    <w:rsid w:val="00516A62"/>
    <w:rsid w:val="00525618"/>
    <w:rsid w:val="00526780"/>
    <w:rsid w:val="00530623"/>
    <w:rsid w:val="00531503"/>
    <w:rsid w:val="005328EA"/>
    <w:rsid w:val="00535503"/>
    <w:rsid w:val="0053715E"/>
    <w:rsid w:val="00543AF1"/>
    <w:rsid w:val="0054480A"/>
    <w:rsid w:val="005506BC"/>
    <w:rsid w:val="00552EDE"/>
    <w:rsid w:val="005561D6"/>
    <w:rsid w:val="00556F3C"/>
    <w:rsid w:val="005575F1"/>
    <w:rsid w:val="00557F27"/>
    <w:rsid w:val="005603C1"/>
    <w:rsid w:val="00567336"/>
    <w:rsid w:val="0057032B"/>
    <w:rsid w:val="00570BCF"/>
    <w:rsid w:val="00572E39"/>
    <w:rsid w:val="0057318F"/>
    <w:rsid w:val="00573B21"/>
    <w:rsid w:val="00576772"/>
    <w:rsid w:val="00576A8C"/>
    <w:rsid w:val="00577810"/>
    <w:rsid w:val="00577984"/>
    <w:rsid w:val="005809C1"/>
    <w:rsid w:val="005853D1"/>
    <w:rsid w:val="00585A25"/>
    <w:rsid w:val="00586BF3"/>
    <w:rsid w:val="00587D95"/>
    <w:rsid w:val="00590B85"/>
    <w:rsid w:val="005940BE"/>
    <w:rsid w:val="00594CFB"/>
    <w:rsid w:val="0059603B"/>
    <w:rsid w:val="005A25C9"/>
    <w:rsid w:val="005A7D30"/>
    <w:rsid w:val="005B372A"/>
    <w:rsid w:val="005B4CC6"/>
    <w:rsid w:val="005B57C6"/>
    <w:rsid w:val="005C03B1"/>
    <w:rsid w:val="005C0446"/>
    <w:rsid w:val="005C1F47"/>
    <w:rsid w:val="005C41E6"/>
    <w:rsid w:val="005C7562"/>
    <w:rsid w:val="005D5392"/>
    <w:rsid w:val="005D5CB0"/>
    <w:rsid w:val="005D7E59"/>
    <w:rsid w:val="005E054A"/>
    <w:rsid w:val="005E1A71"/>
    <w:rsid w:val="005E3763"/>
    <w:rsid w:val="005E3D63"/>
    <w:rsid w:val="005E4F47"/>
    <w:rsid w:val="005E691E"/>
    <w:rsid w:val="005F21DA"/>
    <w:rsid w:val="005F3E75"/>
    <w:rsid w:val="005F45F9"/>
    <w:rsid w:val="005F4648"/>
    <w:rsid w:val="005F4BA0"/>
    <w:rsid w:val="005F5BF1"/>
    <w:rsid w:val="00600973"/>
    <w:rsid w:val="00600B7B"/>
    <w:rsid w:val="006024BD"/>
    <w:rsid w:val="00603385"/>
    <w:rsid w:val="0060378A"/>
    <w:rsid w:val="00603916"/>
    <w:rsid w:val="006041E1"/>
    <w:rsid w:val="00604546"/>
    <w:rsid w:val="00604C11"/>
    <w:rsid w:val="0060554F"/>
    <w:rsid w:val="00605A2F"/>
    <w:rsid w:val="00607B73"/>
    <w:rsid w:val="00610C9C"/>
    <w:rsid w:val="006110CE"/>
    <w:rsid w:val="0062140A"/>
    <w:rsid w:val="00623A7E"/>
    <w:rsid w:val="00626042"/>
    <w:rsid w:val="00630276"/>
    <w:rsid w:val="00631AE0"/>
    <w:rsid w:val="00634A2A"/>
    <w:rsid w:val="006357B2"/>
    <w:rsid w:val="00640832"/>
    <w:rsid w:val="0064099D"/>
    <w:rsid w:val="00640E9A"/>
    <w:rsid w:val="0065042D"/>
    <w:rsid w:val="006508AF"/>
    <w:rsid w:val="00651374"/>
    <w:rsid w:val="006513D0"/>
    <w:rsid w:val="006529C3"/>
    <w:rsid w:val="00653066"/>
    <w:rsid w:val="00654656"/>
    <w:rsid w:val="00662521"/>
    <w:rsid w:val="00665738"/>
    <w:rsid w:val="006663E9"/>
    <w:rsid w:val="006670EE"/>
    <w:rsid w:val="00670F54"/>
    <w:rsid w:val="0067299C"/>
    <w:rsid w:val="00673DA2"/>
    <w:rsid w:val="00674A93"/>
    <w:rsid w:val="00676A26"/>
    <w:rsid w:val="00683584"/>
    <w:rsid w:val="00685312"/>
    <w:rsid w:val="006904AA"/>
    <w:rsid w:val="00691717"/>
    <w:rsid w:val="00692F99"/>
    <w:rsid w:val="00693BFD"/>
    <w:rsid w:val="00694415"/>
    <w:rsid w:val="006965C2"/>
    <w:rsid w:val="006A2872"/>
    <w:rsid w:val="006A29C2"/>
    <w:rsid w:val="006A3E43"/>
    <w:rsid w:val="006A4455"/>
    <w:rsid w:val="006A7EB9"/>
    <w:rsid w:val="006B0933"/>
    <w:rsid w:val="006B201A"/>
    <w:rsid w:val="006B2143"/>
    <w:rsid w:val="006B2ACD"/>
    <w:rsid w:val="006B69FF"/>
    <w:rsid w:val="006C3091"/>
    <w:rsid w:val="006C35B6"/>
    <w:rsid w:val="006C7208"/>
    <w:rsid w:val="006D49B9"/>
    <w:rsid w:val="006E1D21"/>
    <w:rsid w:val="006E2A75"/>
    <w:rsid w:val="006E2B47"/>
    <w:rsid w:val="006E4896"/>
    <w:rsid w:val="006E6979"/>
    <w:rsid w:val="00700AC3"/>
    <w:rsid w:val="00700C43"/>
    <w:rsid w:val="007015B3"/>
    <w:rsid w:val="00703656"/>
    <w:rsid w:val="00710566"/>
    <w:rsid w:val="00720240"/>
    <w:rsid w:val="00720769"/>
    <w:rsid w:val="00722345"/>
    <w:rsid w:val="007253B3"/>
    <w:rsid w:val="0072596D"/>
    <w:rsid w:val="00730C83"/>
    <w:rsid w:val="00735483"/>
    <w:rsid w:val="00735BC0"/>
    <w:rsid w:val="00736CD4"/>
    <w:rsid w:val="00737992"/>
    <w:rsid w:val="00741302"/>
    <w:rsid w:val="00745365"/>
    <w:rsid w:val="007464CB"/>
    <w:rsid w:val="00746C0D"/>
    <w:rsid w:val="007531B5"/>
    <w:rsid w:val="00755152"/>
    <w:rsid w:val="00755B56"/>
    <w:rsid w:val="00757147"/>
    <w:rsid w:val="00757EB6"/>
    <w:rsid w:val="00760D20"/>
    <w:rsid w:val="00761A70"/>
    <w:rsid w:val="00762730"/>
    <w:rsid w:val="00766033"/>
    <w:rsid w:val="0076604F"/>
    <w:rsid w:val="007773A2"/>
    <w:rsid w:val="00780C55"/>
    <w:rsid w:val="00780EE8"/>
    <w:rsid w:val="00782839"/>
    <w:rsid w:val="00782D1F"/>
    <w:rsid w:val="00783054"/>
    <w:rsid w:val="00783C01"/>
    <w:rsid w:val="00784760"/>
    <w:rsid w:val="0078789B"/>
    <w:rsid w:val="00790945"/>
    <w:rsid w:val="00790F37"/>
    <w:rsid w:val="00791CCC"/>
    <w:rsid w:val="00791DA0"/>
    <w:rsid w:val="00793505"/>
    <w:rsid w:val="00794B8B"/>
    <w:rsid w:val="0079615F"/>
    <w:rsid w:val="00797F02"/>
    <w:rsid w:val="007A20F7"/>
    <w:rsid w:val="007A30C3"/>
    <w:rsid w:val="007A6505"/>
    <w:rsid w:val="007B07EF"/>
    <w:rsid w:val="007B08BA"/>
    <w:rsid w:val="007B4F57"/>
    <w:rsid w:val="007B5A5B"/>
    <w:rsid w:val="007B5A8D"/>
    <w:rsid w:val="007C375E"/>
    <w:rsid w:val="007C498E"/>
    <w:rsid w:val="007C49E7"/>
    <w:rsid w:val="007C4F2C"/>
    <w:rsid w:val="007D29B3"/>
    <w:rsid w:val="007D4825"/>
    <w:rsid w:val="007D5502"/>
    <w:rsid w:val="007D5A4F"/>
    <w:rsid w:val="007E0356"/>
    <w:rsid w:val="007E1284"/>
    <w:rsid w:val="007E2CE8"/>
    <w:rsid w:val="007E342A"/>
    <w:rsid w:val="007E366E"/>
    <w:rsid w:val="007E3E05"/>
    <w:rsid w:val="007E43DA"/>
    <w:rsid w:val="007E55A4"/>
    <w:rsid w:val="007F0936"/>
    <w:rsid w:val="007F414E"/>
    <w:rsid w:val="007F47E1"/>
    <w:rsid w:val="007F64CB"/>
    <w:rsid w:val="00800A8F"/>
    <w:rsid w:val="00800B9A"/>
    <w:rsid w:val="00802458"/>
    <w:rsid w:val="00806481"/>
    <w:rsid w:val="00807324"/>
    <w:rsid w:val="00807408"/>
    <w:rsid w:val="00811306"/>
    <w:rsid w:val="00811704"/>
    <w:rsid w:val="0081414B"/>
    <w:rsid w:val="008167D1"/>
    <w:rsid w:val="00816D20"/>
    <w:rsid w:val="0082060C"/>
    <w:rsid w:val="00820642"/>
    <w:rsid w:val="008215B0"/>
    <w:rsid w:val="00821B4B"/>
    <w:rsid w:val="00824C00"/>
    <w:rsid w:val="00825440"/>
    <w:rsid w:val="008258E0"/>
    <w:rsid w:val="00825C6B"/>
    <w:rsid w:val="008263F8"/>
    <w:rsid w:val="00826712"/>
    <w:rsid w:val="00830B23"/>
    <w:rsid w:val="008352BB"/>
    <w:rsid w:val="00837E86"/>
    <w:rsid w:val="00840602"/>
    <w:rsid w:val="00845C15"/>
    <w:rsid w:val="00850193"/>
    <w:rsid w:val="00850635"/>
    <w:rsid w:val="00851AC6"/>
    <w:rsid w:val="00860BA8"/>
    <w:rsid w:val="0086242C"/>
    <w:rsid w:val="0086366F"/>
    <w:rsid w:val="00863E3A"/>
    <w:rsid w:val="00865EF7"/>
    <w:rsid w:val="0087030F"/>
    <w:rsid w:val="008711EE"/>
    <w:rsid w:val="00872BC4"/>
    <w:rsid w:val="00872CBB"/>
    <w:rsid w:val="00874EE0"/>
    <w:rsid w:val="00876D14"/>
    <w:rsid w:val="00877F0D"/>
    <w:rsid w:val="008807F9"/>
    <w:rsid w:val="0088082B"/>
    <w:rsid w:val="008811F6"/>
    <w:rsid w:val="0088222D"/>
    <w:rsid w:val="00882F11"/>
    <w:rsid w:val="00883809"/>
    <w:rsid w:val="00886C9C"/>
    <w:rsid w:val="00896B27"/>
    <w:rsid w:val="008A4EC6"/>
    <w:rsid w:val="008A6492"/>
    <w:rsid w:val="008B1D04"/>
    <w:rsid w:val="008B46E0"/>
    <w:rsid w:val="008B47E1"/>
    <w:rsid w:val="008B5CC7"/>
    <w:rsid w:val="008B65C7"/>
    <w:rsid w:val="008B7CFE"/>
    <w:rsid w:val="008C2868"/>
    <w:rsid w:val="008C5E79"/>
    <w:rsid w:val="008C7475"/>
    <w:rsid w:val="008D1509"/>
    <w:rsid w:val="008E2289"/>
    <w:rsid w:val="008E5C66"/>
    <w:rsid w:val="008F3F72"/>
    <w:rsid w:val="00902267"/>
    <w:rsid w:val="009024A0"/>
    <w:rsid w:val="009030D4"/>
    <w:rsid w:val="0090402B"/>
    <w:rsid w:val="00905171"/>
    <w:rsid w:val="00906D2D"/>
    <w:rsid w:val="00907F5D"/>
    <w:rsid w:val="00913374"/>
    <w:rsid w:val="0091558B"/>
    <w:rsid w:val="009159A4"/>
    <w:rsid w:val="009163E5"/>
    <w:rsid w:val="0092301D"/>
    <w:rsid w:val="00924B75"/>
    <w:rsid w:val="009312B5"/>
    <w:rsid w:val="00934101"/>
    <w:rsid w:val="009344FF"/>
    <w:rsid w:val="00935547"/>
    <w:rsid w:val="00936F2E"/>
    <w:rsid w:val="00940861"/>
    <w:rsid w:val="0094570D"/>
    <w:rsid w:val="00946415"/>
    <w:rsid w:val="0095007A"/>
    <w:rsid w:val="00951A95"/>
    <w:rsid w:val="009523CC"/>
    <w:rsid w:val="00955B60"/>
    <w:rsid w:val="00955F97"/>
    <w:rsid w:val="00956FBC"/>
    <w:rsid w:val="0096128D"/>
    <w:rsid w:val="009628EE"/>
    <w:rsid w:val="00962903"/>
    <w:rsid w:val="009630C2"/>
    <w:rsid w:val="0096590E"/>
    <w:rsid w:val="00966B14"/>
    <w:rsid w:val="00971E97"/>
    <w:rsid w:val="00973284"/>
    <w:rsid w:val="00974490"/>
    <w:rsid w:val="009775CD"/>
    <w:rsid w:val="00977C37"/>
    <w:rsid w:val="00980D39"/>
    <w:rsid w:val="00985DC8"/>
    <w:rsid w:val="00986312"/>
    <w:rsid w:val="00987B44"/>
    <w:rsid w:val="009900FE"/>
    <w:rsid w:val="00990BE1"/>
    <w:rsid w:val="0099137E"/>
    <w:rsid w:val="00991912"/>
    <w:rsid w:val="00993639"/>
    <w:rsid w:val="009963D1"/>
    <w:rsid w:val="00997D63"/>
    <w:rsid w:val="009A13A8"/>
    <w:rsid w:val="009A2F6C"/>
    <w:rsid w:val="009A32F3"/>
    <w:rsid w:val="009A3CDB"/>
    <w:rsid w:val="009A540E"/>
    <w:rsid w:val="009A69DC"/>
    <w:rsid w:val="009B0152"/>
    <w:rsid w:val="009B0573"/>
    <w:rsid w:val="009B09DB"/>
    <w:rsid w:val="009B1866"/>
    <w:rsid w:val="009B477D"/>
    <w:rsid w:val="009B497F"/>
    <w:rsid w:val="009B6CA1"/>
    <w:rsid w:val="009B7378"/>
    <w:rsid w:val="009C0C8A"/>
    <w:rsid w:val="009C0DB1"/>
    <w:rsid w:val="009C453F"/>
    <w:rsid w:val="009C4861"/>
    <w:rsid w:val="009D1891"/>
    <w:rsid w:val="009D1B3C"/>
    <w:rsid w:val="009D28BB"/>
    <w:rsid w:val="009D2981"/>
    <w:rsid w:val="009D3055"/>
    <w:rsid w:val="009D3DD0"/>
    <w:rsid w:val="009D4B01"/>
    <w:rsid w:val="009D4B34"/>
    <w:rsid w:val="009D6BEE"/>
    <w:rsid w:val="009E06D0"/>
    <w:rsid w:val="009E2880"/>
    <w:rsid w:val="009E6CEB"/>
    <w:rsid w:val="009F2971"/>
    <w:rsid w:val="009F42BB"/>
    <w:rsid w:val="009F4C6E"/>
    <w:rsid w:val="009F4EB5"/>
    <w:rsid w:val="009F7DDB"/>
    <w:rsid w:val="00A01B6A"/>
    <w:rsid w:val="00A01E6E"/>
    <w:rsid w:val="00A03C84"/>
    <w:rsid w:val="00A053A5"/>
    <w:rsid w:val="00A07676"/>
    <w:rsid w:val="00A0782D"/>
    <w:rsid w:val="00A13AE7"/>
    <w:rsid w:val="00A15E93"/>
    <w:rsid w:val="00A169B9"/>
    <w:rsid w:val="00A16B8C"/>
    <w:rsid w:val="00A21267"/>
    <w:rsid w:val="00A21AE7"/>
    <w:rsid w:val="00A22B3E"/>
    <w:rsid w:val="00A256CD"/>
    <w:rsid w:val="00A30B81"/>
    <w:rsid w:val="00A41442"/>
    <w:rsid w:val="00A42D5D"/>
    <w:rsid w:val="00A47A84"/>
    <w:rsid w:val="00A50047"/>
    <w:rsid w:val="00A50A80"/>
    <w:rsid w:val="00A50BB8"/>
    <w:rsid w:val="00A51B02"/>
    <w:rsid w:val="00A528BE"/>
    <w:rsid w:val="00A54ACE"/>
    <w:rsid w:val="00A54E02"/>
    <w:rsid w:val="00A61468"/>
    <w:rsid w:val="00A61F9C"/>
    <w:rsid w:val="00A62E97"/>
    <w:rsid w:val="00A645C4"/>
    <w:rsid w:val="00A65892"/>
    <w:rsid w:val="00A676D5"/>
    <w:rsid w:val="00A72069"/>
    <w:rsid w:val="00A72C36"/>
    <w:rsid w:val="00A73BBE"/>
    <w:rsid w:val="00A751F2"/>
    <w:rsid w:val="00A8159F"/>
    <w:rsid w:val="00A81E50"/>
    <w:rsid w:val="00A83997"/>
    <w:rsid w:val="00A85F19"/>
    <w:rsid w:val="00A86A23"/>
    <w:rsid w:val="00A87D9C"/>
    <w:rsid w:val="00A909F8"/>
    <w:rsid w:val="00A94A73"/>
    <w:rsid w:val="00A973B3"/>
    <w:rsid w:val="00A9770E"/>
    <w:rsid w:val="00AA17E2"/>
    <w:rsid w:val="00AA7CEC"/>
    <w:rsid w:val="00AB773A"/>
    <w:rsid w:val="00AC1534"/>
    <w:rsid w:val="00AC15AC"/>
    <w:rsid w:val="00AC1FD3"/>
    <w:rsid w:val="00AC5F02"/>
    <w:rsid w:val="00AC7580"/>
    <w:rsid w:val="00AC7903"/>
    <w:rsid w:val="00AD44C2"/>
    <w:rsid w:val="00AD6BCF"/>
    <w:rsid w:val="00AE24DC"/>
    <w:rsid w:val="00AE25EB"/>
    <w:rsid w:val="00AE2EC0"/>
    <w:rsid w:val="00AE4B03"/>
    <w:rsid w:val="00AE6443"/>
    <w:rsid w:val="00AE77F4"/>
    <w:rsid w:val="00AE78E7"/>
    <w:rsid w:val="00AF0290"/>
    <w:rsid w:val="00AF09BA"/>
    <w:rsid w:val="00AF0D26"/>
    <w:rsid w:val="00AF1CDC"/>
    <w:rsid w:val="00AF32E6"/>
    <w:rsid w:val="00AF3B3B"/>
    <w:rsid w:val="00AF3FAB"/>
    <w:rsid w:val="00AF7CC7"/>
    <w:rsid w:val="00B00434"/>
    <w:rsid w:val="00B0077E"/>
    <w:rsid w:val="00B028EA"/>
    <w:rsid w:val="00B041C2"/>
    <w:rsid w:val="00B0670F"/>
    <w:rsid w:val="00B10351"/>
    <w:rsid w:val="00B11192"/>
    <w:rsid w:val="00B138CE"/>
    <w:rsid w:val="00B13FC6"/>
    <w:rsid w:val="00B14D81"/>
    <w:rsid w:val="00B1512E"/>
    <w:rsid w:val="00B16ECA"/>
    <w:rsid w:val="00B17E74"/>
    <w:rsid w:val="00B2053D"/>
    <w:rsid w:val="00B21DFD"/>
    <w:rsid w:val="00B22034"/>
    <w:rsid w:val="00B24513"/>
    <w:rsid w:val="00B25222"/>
    <w:rsid w:val="00B2698F"/>
    <w:rsid w:val="00B271E1"/>
    <w:rsid w:val="00B30615"/>
    <w:rsid w:val="00B32124"/>
    <w:rsid w:val="00B3500F"/>
    <w:rsid w:val="00B37A08"/>
    <w:rsid w:val="00B37C9D"/>
    <w:rsid w:val="00B40904"/>
    <w:rsid w:val="00B40DBD"/>
    <w:rsid w:val="00B414B4"/>
    <w:rsid w:val="00B421BC"/>
    <w:rsid w:val="00B426EA"/>
    <w:rsid w:val="00B44F2D"/>
    <w:rsid w:val="00B513C1"/>
    <w:rsid w:val="00B53AF9"/>
    <w:rsid w:val="00B6502D"/>
    <w:rsid w:val="00B6629E"/>
    <w:rsid w:val="00B67494"/>
    <w:rsid w:val="00B74C3C"/>
    <w:rsid w:val="00B76FA1"/>
    <w:rsid w:val="00B808E2"/>
    <w:rsid w:val="00B808E4"/>
    <w:rsid w:val="00B831C4"/>
    <w:rsid w:val="00B837D6"/>
    <w:rsid w:val="00B873BF"/>
    <w:rsid w:val="00B9005E"/>
    <w:rsid w:val="00B91716"/>
    <w:rsid w:val="00B92B8C"/>
    <w:rsid w:val="00B93111"/>
    <w:rsid w:val="00B936AA"/>
    <w:rsid w:val="00B95394"/>
    <w:rsid w:val="00B956F5"/>
    <w:rsid w:val="00B9690B"/>
    <w:rsid w:val="00B977F7"/>
    <w:rsid w:val="00BA334A"/>
    <w:rsid w:val="00BA3EB3"/>
    <w:rsid w:val="00BA4675"/>
    <w:rsid w:val="00BA508B"/>
    <w:rsid w:val="00BA67D6"/>
    <w:rsid w:val="00BB135C"/>
    <w:rsid w:val="00BB1A79"/>
    <w:rsid w:val="00BB4025"/>
    <w:rsid w:val="00BB433C"/>
    <w:rsid w:val="00BB492D"/>
    <w:rsid w:val="00BB7D22"/>
    <w:rsid w:val="00BC0823"/>
    <w:rsid w:val="00BC3163"/>
    <w:rsid w:val="00BC3926"/>
    <w:rsid w:val="00BC6FBB"/>
    <w:rsid w:val="00BC7020"/>
    <w:rsid w:val="00BD54AB"/>
    <w:rsid w:val="00BD56CF"/>
    <w:rsid w:val="00BD5B5C"/>
    <w:rsid w:val="00BD6E2A"/>
    <w:rsid w:val="00BE05CF"/>
    <w:rsid w:val="00BE410B"/>
    <w:rsid w:val="00BE672B"/>
    <w:rsid w:val="00BE7484"/>
    <w:rsid w:val="00BE7EA1"/>
    <w:rsid w:val="00BE7FAA"/>
    <w:rsid w:val="00BF20DC"/>
    <w:rsid w:val="00BF309A"/>
    <w:rsid w:val="00BF575F"/>
    <w:rsid w:val="00BF6F9D"/>
    <w:rsid w:val="00C00052"/>
    <w:rsid w:val="00C00489"/>
    <w:rsid w:val="00C02A6F"/>
    <w:rsid w:val="00C07797"/>
    <w:rsid w:val="00C13776"/>
    <w:rsid w:val="00C16D65"/>
    <w:rsid w:val="00C16E26"/>
    <w:rsid w:val="00C17DCA"/>
    <w:rsid w:val="00C22807"/>
    <w:rsid w:val="00C24528"/>
    <w:rsid w:val="00C24586"/>
    <w:rsid w:val="00C27502"/>
    <w:rsid w:val="00C30018"/>
    <w:rsid w:val="00C3337C"/>
    <w:rsid w:val="00C343E3"/>
    <w:rsid w:val="00C34CCF"/>
    <w:rsid w:val="00C43C52"/>
    <w:rsid w:val="00C44019"/>
    <w:rsid w:val="00C45C26"/>
    <w:rsid w:val="00C4605C"/>
    <w:rsid w:val="00C511E7"/>
    <w:rsid w:val="00C557B7"/>
    <w:rsid w:val="00C55873"/>
    <w:rsid w:val="00C56F2E"/>
    <w:rsid w:val="00C62B6F"/>
    <w:rsid w:val="00C6552C"/>
    <w:rsid w:val="00C65B25"/>
    <w:rsid w:val="00C70135"/>
    <w:rsid w:val="00C72F9F"/>
    <w:rsid w:val="00C75F2F"/>
    <w:rsid w:val="00C76E3E"/>
    <w:rsid w:val="00C83861"/>
    <w:rsid w:val="00C852F4"/>
    <w:rsid w:val="00C90110"/>
    <w:rsid w:val="00C91EC4"/>
    <w:rsid w:val="00C93D07"/>
    <w:rsid w:val="00C950A3"/>
    <w:rsid w:val="00C95939"/>
    <w:rsid w:val="00C97EDC"/>
    <w:rsid w:val="00CA02C6"/>
    <w:rsid w:val="00CA0D67"/>
    <w:rsid w:val="00CA11DF"/>
    <w:rsid w:val="00CA2000"/>
    <w:rsid w:val="00CA230C"/>
    <w:rsid w:val="00CA2740"/>
    <w:rsid w:val="00CA31C0"/>
    <w:rsid w:val="00CA4CB7"/>
    <w:rsid w:val="00CA518E"/>
    <w:rsid w:val="00CA79D8"/>
    <w:rsid w:val="00CA7F7D"/>
    <w:rsid w:val="00CB006A"/>
    <w:rsid w:val="00CB05B2"/>
    <w:rsid w:val="00CB4CA7"/>
    <w:rsid w:val="00CB4D59"/>
    <w:rsid w:val="00CB582F"/>
    <w:rsid w:val="00CB5E59"/>
    <w:rsid w:val="00CB6CC5"/>
    <w:rsid w:val="00CC2186"/>
    <w:rsid w:val="00CC2B7C"/>
    <w:rsid w:val="00CC3E13"/>
    <w:rsid w:val="00CC4F72"/>
    <w:rsid w:val="00CD3C6D"/>
    <w:rsid w:val="00CD47D2"/>
    <w:rsid w:val="00CD5180"/>
    <w:rsid w:val="00CD5781"/>
    <w:rsid w:val="00CD639F"/>
    <w:rsid w:val="00CE15D8"/>
    <w:rsid w:val="00CE2298"/>
    <w:rsid w:val="00CF2CFC"/>
    <w:rsid w:val="00CF33E4"/>
    <w:rsid w:val="00CF3DB9"/>
    <w:rsid w:val="00CF434E"/>
    <w:rsid w:val="00CF68B9"/>
    <w:rsid w:val="00CF6ACF"/>
    <w:rsid w:val="00D00179"/>
    <w:rsid w:val="00D053F7"/>
    <w:rsid w:val="00D10749"/>
    <w:rsid w:val="00D10C8D"/>
    <w:rsid w:val="00D10CD5"/>
    <w:rsid w:val="00D110A3"/>
    <w:rsid w:val="00D117B4"/>
    <w:rsid w:val="00D117BD"/>
    <w:rsid w:val="00D14B65"/>
    <w:rsid w:val="00D20FD5"/>
    <w:rsid w:val="00D21515"/>
    <w:rsid w:val="00D266B7"/>
    <w:rsid w:val="00D31BB9"/>
    <w:rsid w:val="00D33EAF"/>
    <w:rsid w:val="00D3638A"/>
    <w:rsid w:val="00D364C8"/>
    <w:rsid w:val="00D376A7"/>
    <w:rsid w:val="00D3772B"/>
    <w:rsid w:val="00D403DF"/>
    <w:rsid w:val="00D40DC5"/>
    <w:rsid w:val="00D40FE5"/>
    <w:rsid w:val="00D413C8"/>
    <w:rsid w:val="00D41617"/>
    <w:rsid w:val="00D41E99"/>
    <w:rsid w:val="00D514F6"/>
    <w:rsid w:val="00D52025"/>
    <w:rsid w:val="00D52032"/>
    <w:rsid w:val="00D52BFB"/>
    <w:rsid w:val="00D54572"/>
    <w:rsid w:val="00D60287"/>
    <w:rsid w:val="00D60DEE"/>
    <w:rsid w:val="00D6406F"/>
    <w:rsid w:val="00D64752"/>
    <w:rsid w:val="00D64ED8"/>
    <w:rsid w:val="00D674C2"/>
    <w:rsid w:val="00D72869"/>
    <w:rsid w:val="00D73C54"/>
    <w:rsid w:val="00D83385"/>
    <w:rsid w:val="00D95116"/>
    <w:rsid w:val="00D96241"/>
    <w:rsid w:val="00DA1B8E"/>
    <w:rsid w:val="00DA32E3"/>
    <w:rsid w:val="00DA39BC"/>
    <w:rsid w:val="00DA4C54"/>
    <w:rsid w:val="00DA78D5"/>
    <w:rsid w:val="00DB41CD"/>
    <w:rsid w:val="00DB773C"/>
    <w:rsid w:val="00DC2808"/>
    <w:rsid w:val="00DC2DE3"/>
    <w:rsid w:val="00DC7E1E"/>
    <w:rsid w:val="00DD0581"/>
    <w:rsid w:val="00DD1698"/>
    <w:rsid w:val="00DD1FD9"/>
    <w:rsid w:val="00DD21AD"/>
    <w:rsid w:val="00DD31E2"/>
    <w:rsid w:val="00DD60DE"/>
    <w:rsid w:val="00DE0269"/>
    <w:rsid w:val="00DE0A85"/>
    <w:rsid w:val="00DE3A81"/>
    <w:rsid w:val="00DE3CBD"/>
    <w:rsid w:val="00DE3F55"/>
    <w:rsid w:val="00DF31DC"/>
    <w:rsid w:val="00DF5F33"/>
    <w:rsid w:val="00E02417"/>
    <w:rsid w:val="00E03F1B"/>
    <w:rsid w:val="00E04233"/>
    <w:rsid w:val="00E0486E"/>
    <w:rsid w:val="00E05B9F"/>
    <w:rsid w:val="00E06F7F"/>
    <w:rsid w:val="00E07177"/>
    <w:rsid w:val="00E103A5"/>
    <w:rsid w:val="00E1124A"/>
    <w:rsid w:val="00E132FD"/>
    <w:rsid w:val="00E1366C"/>
    <w:rsid w:val="00E20872"/>
    <w:rsid w:val="00E226DD"/>
    <w:rsid w:val="00E228F2"/>
    <w:rsid w:val="00E256F4"/>
    <w:rsid w:val="00E313F9"/>
    <w:rsid w:val="00E33CC5"/>
    <w:rsid w:val="00E33E11"/>
    <w:rsid w:val="00E35936"/>
    <w:rsid w:val="00E364F8"/>
    <w:rsid w:val="00E36942"/>
    <w:rsid w:val="00E40B31"/>
    <w:rsid w:val="00E42263"/>
    <w:rsid w:val="00E42E2F"/>
    <w:rsid w:val="00E430BE"/>
    <w:rsid w:val="00E44C24"/>
    <w:rsid w:val="00E51ABF"/>
    <w:rsid w:val="00E5296E"/>
    <w:rsid w:val="00E560F4"/>
    <w:rsid w:val="00E56956"/>
    <w:rsid w:val="00E5712B"/>
    <w:rsid w:val="00E57A90"/>
    <w:rsid w:val="00E60BC8"/>
    <w:rsid w:val="00E626B6"/>
    <w:rsid w:val="00E642D1"/>
    <w:rsid w:val="00E65E20"/>
    <w:rsid w:val="00E66831"/>
    <w:rsid w:val="00E70A18"/>
    <w:rsid w:val="00E70BAB"/>
    <w:rsid w:val="00E7411B"/>
    <w:rsid w:val="00E77620"/>
    <w:rsid w:val="00E82AB7"/>
    <w:rsid w:val="00E846DB"/>
    <w:rsid w:val="00E8543E"/>
    <w:rsid w:val="00E87789"/>
    <w:rsid w:val="00E91289"/>
    <w:rsid w:val="00E93C34"/>
    <w:rsid w:val="00E94C56"/>
    <w:rsid w:val="00E95F56"/>
    <w:rsid w:val="00EA4AC5"/>
    <w:rsid w:val="00EA705B"/>
    <w:rsid w:val="00EB13A8"/>
    <w:rsid w:val="00EC08D6"/>
    <w:rsid w:val="00EC1284"/>
    <w:rsid w:val="00EC137D"/>
    <w:rsid w:val="00EC24D7"/>
    <w:rsid w:val="00EC2A9C"/>
    <w:rsid w:val="00EC2AD2"/>
    <w:rsid w:val="00ED044D"/>
    <w:rsid w:val="00ED314C"/>
    <w:rsid w:val="00ED3216"/>
    <w:rsid w:val="00ED479E"/>
    <w:rsid w:val="00ED53AD"/>
    <w:rsid w:val="00ED70E3"/>
    <w:rsid w:val="00ED7EE4"/>
    <w:rsid w:val="00EE0621"/>
    <w:rsid w:val="00EE11EE"/>
    <w:rsid w:val="00EE3A4B"/>
    <w:rsid w:val="00EE4E71"/>
    <w:rsid w:val="00EF0475"/>
    <w:rsid w:val="00EF1F64"/>
    <w:rsid w:val="00EF6D9E"/>
    <w:rsid w:val="00F11497"/>
    <w:rsid w:val="00F118E8"/>
    <w:rsid w:val="00F20D64"/>
    <w:rsid w:val="00F24939"/>
    <w:rsid w:val="00F267BF"/>
    <w:rsid w:val="00F271CC"/>
    <w:rsid w:val="00F3580E"/>
    <w:rsid w:val="00F3765B"/>
    <w:rsid w:val="00F416A1"/>
    <w:rsid w:val="00F4455D"/>
    <w:rsid w:val="00F44CE2"/>
    <w:rsid w:val="00F50317"/>
    <w:rsid w:val="00F50A4D"/>
    <w:rsid w:val="00F520BC"/>
    <w:rsid w:val="00F52598"/>
    <w:rsid w:val="00F5364C"/>
    <w:rsid w:val="00F542D8"/>
    <w:rsid w:val="00F542E4"/>
    <w:rsid w:val="00F55117"/>
    <w:rsid w:val="00F55247"/>
    <w:rsid w:val="00F55FAE"/>
    <w:rsid w:val="00F56C2C"/>
    <w:rsid w:val="00F633B3"/>
    <w:rsid w:val="00F639AA"/>
    <w:rsid w:val="00F644AD"/>
    <w:rsid w:val="00F670EF"/>
    <w:rsid w:val="00F70568"/>
    <w:rsid w:val="00F72C5B"/>
    <w:rsid w:val="00F731B4"/>
    <w:rsid w:val="00F73756"/>
    <w:rsid w:val="00F74661"/>
    <w:rsid w:val="00F7508C"/>
    <w:rsid w:val="00F82B15"/>
    <w:rsid w:val="00F83622"/>
    <w:rsid w:val="00F83D9A"/>
    <w:rsid w:val="00F864E9"/>
    <w:rsid w:val="00F907BD"/>
    <w:rsid w:val="00F91DA2"/>
    <w:rsid w:val="00F95118"/>
    <w:rsid w:val="00F95F54"/>
    <w:rsid w:val="00F96E3E"/>
    <w:rsid w:val="00F9719B"/>
    <w:rsid w:val="00F97A06"/>
    <w:rsid w:val="00FA184C"/>
    <w:rsid w:val="00FA3187"/>
    <w:rsid w:val="00FA3558"/>
    <w:rsid w:val="00FA5A3C"/>
    <w:rsid w:val="00FA5C26"/>
    <w:rsid w:val="00FA5F8F"/>
    <w:rsid w:val="00FA71F9"/>
    <w:rsid w:val="00FA76F9"/>
    <w:rsid w:val="00FB186A"/>
    <w:rsid w:val="00FB2808"/>
    <w:rsid w:val="00FB2BA8"/>
    <w:rsid w:val="00FB4855"/>
    <w:rsid w:val="00FB5497"/>
    <w:rsid w:val="00FB60C2"/>
    <w:rsid w:val="00FB731F"/>
    <w:rsid w:val="00FD0034"/>
    <w:rsid w:val="00FD2CC2"/>
    <w:rsid w:val="00FD6C09"/>
    <w:rsid w:val="00FD75B2"/>
    <w:rsid w:val="00FD7927"/>
    <w:rsid w:val="00FE57C1"/>
    <w:rsid w:val="00FF4357"/>
    <w:rsid w:val="00FF512F"/>
    <w:rsid w:val="00F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6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40602"/>
    <w:pPr>
      <w:ind w:left="720"/>
      <w:contextualSpacing/>
    </w:pPr>
  </w:style>
  <w:style w:type="table" w:styleId="TableGrid">
    <w:name w:val="Table Grid"/>
    <w:basedOn w:val="TableNormal"/>
    <w:uiPriority w:val="99"/>
    <w:rsid w:val="0084060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840602"/>
    <w:rPr>
      <w:lang w:eastAsia="en-US"/>
    </w:rPr>
  </w:style>
  <w:style w:type="character" w:styleId="Hyperlink">
    <w:name w:val="Hyperlink"/>
    <w:basedOn w:val="DefaultParagraphFont"/>
    <w:uiPriority w:val="99"/>
    <w:rsid w:val="00F50A4D"/>
    <w:rPr>
      <w:rFonts w:cs="Times New Roman"/>
      <w:color w:val="0000FF"/>
      <w:u w:val="single"/>
    </w:rPr>
  </w:style>
  <w:style w:type="paragraph" w:customStyle="1" w:styleId="a">
    <w:name w:val="Абзац списка"/>
    <w:basedOn w:val="Normal"/>
    <w:uiPriority w:val="99"/>
    <w:rsid w:val="00431E19"/>
    <w:pPr>
      <w:ind w:left="720"/>
      <w:contextualSpacing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3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7</Pages>
  <Words>1374</Words>
  <Characters>7835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17</cp:revision>
  <cp:lastPrinted>2013-12-01T11:06:00Z</cp:lastPrinted>
  <dcterms:created xsi:type="dcterms:W3CDTF">2013-12-01T09:49:00Z</dcterms:created>
  <dcterms:modified xsi:type="dcterms:W3CDTF">2016-03-30T15:58:00Z</dcterms:modified>
</cp:coreProperties>
</file>