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DC9" w:rsidRDefault="009F1DC9" w:rsidP="00C74AE3">
      <w:pPr>
        <w:jc w:val="center"/>
        <w:rPr>
          <w:sz w:val="32"/>
        </w:rPr>
      </w:pPr>
      <w:r w:rsidRPr="003E07A4">
        <w:rPr>
          <w:sz w:val="32"/>
        </w:rPr>
        <w:t>Канск - один из старейших городов Сибири</w:t>
      </w:r>
    </w:p>
    <w:p w:rsidR="009F1DC9" w:rsidRPr="00C05F8C" w:rsidRDefault="009F1DC9" w:rsidP="00C05F8C">
      <w:pPr>
        <w:spacing w:after="0"/>
        <w:jc w:val="center"/>
        <w:rPr>
          <w:sz w:val="28"/>
          <w:szCs w:val="28"/>
        </w:rPr>
      </w:pPr>
      <w:r w:rsidRPr="00C05F8C">
        <w:rPr>
          <w:sz w:val="28"/>
          <w:szCs w:val="28"/>
        </w:rPr>
        <w:t>Есть города,</w:t>
      </w:r>
    </w:p>
    <w:p w:rsidR="009F1DC9" w:rsidRPr="00C05F8C" w:rsidRDefault="009F1DC9" w:rsidP="00C05F8C">
      <w:pPr>
        <w:spacing w:after="0"/>
        <w:jc w:val="center"/>
        <w:rPr>
          <w:sz w:val="28"/>
          <w:szCs w:val="28"/>
        </w:rPr>
      </w:pPr>
      <w:r w:rsidRPr="00C05F8C">
        <w:rPr>
          <w:sz w:val="28"/>
          <w:szCs w:val="28"/>
        </w:rPr>
        <w:t>Величественней, краше,</w:t>
      </w:r>
    </w:p>
    <w:p w:rsidR="009F1DC9" w:rsidRPr="00C05F8C" w:rsidRDefault="009F1DC9" w:rsidP="00C05F8C">
      <w:pPr>
        <w:spacing w:after="0"/>
        <w:jc w:val="center"/>
        <w:rPr>
          <w:sz w:val="28"/>
          <w:szCs w:val="28"/>
        </w:rPr>
      </w:pPr>
      <w:r w:rsidRPr="00C05F8C">
        <w:rPr>
          <w:sz w:val="28"/>
          <w:szCs w:val="28"/>
        </w:rPr>
        <w:t xml:space="preserve">Но мне мой Канск - </w:t>
      </w:r>
    </w:p>
    <w:p w:rsidR="009F1DC9" w:rsidRPr="00C05F8C" w:rsidRDefault="009F1DC9" w:rsidP="00C05F8C">
      <w:pPr>
        <w:spacing w:after="0"/>
        <w:jc w:val="center"/>
        <w:rPr>
          <w:sz w:val="28"/>
          <w:szCs w:val="28"/>
        </w:rPr>
      </w:pPr>
      <w:r w:rsidRPr="00C05F8C">
        <w:rPr>
          <w:sz w:val="28"/>
          <w:szCs w:val="28"/>
        </w:rPr>
        <w:t>Дороже и родней.</w:t>
      </w:r>
    </w:p>
    <w:p w:rsidR="009F1DC9" w:rsidRPr="00C05F8C" w:rsidRDefault="009F1DC9" w:rsidP="00C05F8C">
      <w:pPr>
        <w:spacing w:after="0"/>
        <w:jc w:val="center"/>
        <w:rPr>
          <w:sz w:val="28"/>
          <w:szCs w:val="28"/>
        </w:rPr>
      </w:pPr>
      <w:r w:rsidRPr="00C05F8C">
        <w:rPr>
          <w:sz w:val="28"/>
          <w:szCs w:val="28"/>
        </w:rPr>
        <w:t xml:space="preserve">Я с ним взрослела, </w:t>
      </w:r>
    </w:p>
    <w:p w:rsidR="009F1DC9" w:rsidRPr="00C05F8C" w:rsidRDefault="009F1DC9" w:rsidP="00C05F8C">
      <w:pPr>
        <w:spacing w:after="0"/>
        <w:jc w:val="center"/>
        <w:rPr>
          <w:sz w:val="28"/>
          <w:szCs w:val="28"/>
        </w:rPr>
      </w:pPr>
      <w:r w:rsidRPr="00C05F8C">
        <w:rPr>
          <w:sz w:val="28"/>
          <w:szCs w:val="28"/>
        </w:rPr>
        <w:t>Здесь мое и наше</w:t>
      </w:r>
    </w:p>
    <w:p w:rsidR="009F1DC9" w:rsidRPr="00C05F8C" w:rsidRDefault="009F1DC9" w:rsidP="00C05F8C">
      <w:pPr>
        <w:spacing w:after="0"/>
        <w:jc w:val="center"/>
        <w:rPr>
          <w:sz w:val="28"/>
          <w:szCs w:val="28"/>
        </w:rPr>
      </w:pPr>
      <w:r w:rsidRPr="00C05F8C">
        <w:rPr>
          <w:sz w:val="28"/>
          <w:szCs w:val="28"/>
        </w:rPr>
        <w:t>Неразделимы</w:t>
      </w:r>
    </w:p>
    <w:p w:rsidR="009F1DC9" w:rsidRPr="00C05F8C" w:rsidRDefault="009F1DC9" w:rsidP="00C05F8C">
      <w:pPr>
        <w:spacing w:after="0"/>
        <w:jc w:val="center"/>
        <w:rPr>
          <w:sz w:val="28"/>
          <w:szCs w:val="28"/>
        </w:rPr>
      </w:pPr>
      <w:r w:rsidRPr="00C05F8C">
        <w:rPr>
          <w:sz w:val="28"/>
          <w:szCs w:val="28"/>
        </w:rPr>
        <w:t>В памяти моей.</w:t>
      </w:r>
    </w:p>
    <w:p w:rsidR="009F1DC9" w:rsidRPr="003E07A4" w:rsidRDefault="009F1DC9" w:rsidP="00C05F8C">
      <w:pPr>
        <w:spacing w:after="0"/>
        <w:jc w:val="center"/>
        <w:rPr>
          <w:sz w:val="32"/>
        </w:rPr>
      </w:pPr>
    </w:p>
    <w:p w:rsidR="009F1DC9" w:rsidRDefault="009F1DC9" w:rsidP="004159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378 лет со дня своего основания отмечает город Канск в 2014 году – один из самых старинных городов Сибири. </w:t>
      </w:r>
      <w:r w:rsidRPr="003E07A4">
        <w:rPr>
          <w:sz w:val="28"/>
          <w:szCs w:val="28"/>
        </w:rPr>
        <w:t xml:space="preserve">Основан в 1628 году как Канский небольшой острожек около Комаровских порогов на реке Кан, в </w:t>
      </w:r>
      <w:smartTag w:uri="urn:schemas-microsoft-com:office:smarttags" w:element="metricconverter">
        <w:smartTagPr>
          <w:attr w:name="ProductID" w:val="43 км"/>
        </w:smartTagPr>
        <w:r w:rsidRPr="003E07A4">
          <w:rPr>
            <w:sz w:val="28"/>
            <w:szCs w:val="28"/>
          </w:rPr>
          <w:t>43 км</w:t>
        </w:r>
      </w:smartTag>
      <w:r w:rsidRPr="003E07A4">
        <w:rPr>
          <w:sz w:val="28"/>
          <w:szCs w:val="28"/>
        </w:rPr>
        <w:t xml:space="preserve"> ниже современного Канска. В 1636 году перенесён на нынешнее место. Строился как оборонительное сооружение от набегов енисейских киргизов.</w:t>
      </w:r>
      <w:r w:rsidRPr="004159FA">
        <w:rPr>
          <w:sz w:val="28"/>
          <w:szCs w:val="28"/>
        </w:rPr>
        <w:t xml:space="preserve"> </w:t>
      </w:r>
    </w:p>
    <w:p w:rsidR="009F1DC9" w:rsidRDefault="009F1DC9" w:rsidP="004159FA">
      <w:pPr>
        <w:jc w:val="both"/>
        <w:rPr>
          <w:sz w:val="28"/>
          <w:szCs w:val="28"/>
        </w:rPr>
      </w:pPr>
      <w:r w:rsidRPr="002D345D">
        <w:rPr>
          <w:sz w:val="28"/>
          <w:szCs w:val="28"/>
        </w:rPr>
        <w:t>История города Канска берёт начало, котор</w:t>
      </w:r>
      <w:r>
        <w:rPr>
          <w:sz w:val="28"/>
          <w:szCs w:val="28"/>
        </w:rPr>
        <w:t>ое</w:t>
      </w:r>
      <w:r w:rsidRPr="002D345D">
        <w:rPr>
          <w:sz w:val="28"/>
          <w:szCs w:val="28"/>
        </w:rPr>
        <w:t xml:space="preserve"> в 1636 году заложил казак Милослав Кольцов. Несмотря на удалённость от центра страны, Канск является свидетелем и участником многих знаменательных и судьбоносных событий. </w:t>
      </w:r>
    </w:p>
    <w:p w:rsidR="009F1DC9" w:rsidRDefault="009F1DC9" w:rsidP="004159FA">
      <w:pPr>
        <w:jc w:val="both"/>
        <w:rPr>
          <w:sz w:val="28"/>
          <w:szCs w:val="28"/>
        </w:rPr>
      </w:pPr>
      <w:r>
        <w:rPr>
          <w:sz w:val="28"/>
          <w:szCs w:val="28"/>
        </w:rPr>
        <w:t>(портрет В.Беринга)</w:t>
      </w:r>
    </w:p>
    <w:p w:rsidR="009F1DC9" w:rsidRDefault="009F1DC9" w:rsidP="004159FA">
      <w:pPr>
        <w:jc w:val="both"/>
        <w:rPr>
          <w:sz w:val="28"/>
          <w:szCs w:val="28"/>
        </w:rPr>
      </w:pPr>
      <w:r w:rsidRPr="002D345D">
        <w:rPr>
          <w:sz w:val="28"/>
          <w:szCs w:val="28"/>
        </w:rPr>
        <w:t xml:space="preserve">Расположенный на трассе, намеченной Витусом Берингом, город познал золотую лихорадку и слышал </w:t>
      </w:r>
      <w:r>
        <w:rPr>
          <w:sz w:val="28"/>
          <w:szCs w:val="28"/>
        </w:rPr>
        <w:t xml:space="preserve">кандальный звон. </w:t>
      </w:r>
    </w:p>
    <w:p w:rsidR="009F1DC9" w:rsidRDefault="009F1DC9" w:rsidP="004159FA">
      <w:pPr>
        <w:jc w:val="both"/>
        <w:rPr>
          <w:sz w:val="28"/>
          <w:szCs w:val="28"/>
        </w:rPr>
      </w:pPr>
      <w:r>
        <w:rPr>
          <w:sz w:val="28"/>
          <w:szCs w:val="28"/>
        </w:rPr>
        <w:t>(портрет А.П.Чехова)</w:t>
      </w:r>
    </w:p>
    <w:p w:rsidR="009F1DC9" w:rsidRPr="003E07A4" w:rsidRDefault="009F1DC9" w:rsidP="003E07A4">
      <w:pPr>
        <w:jc w:val="both"/>
        <w:rPr>
          <w:sz w:val="28"/>
          <w:szCs w:val="28"/>
        </w:rPr>
      </w:pPr>
      <w:r>
        <w:rPr>
          <w:sz w:val="28"/>
          <w:szCs w:val="28"/>
        </w:rPr>
        <w:t>О Канске писал</w:t>
      </w:r>
      <w:r w:rsidRPr="002D345D">
        <w:rPr>
          <w:sz w:val="28"/>
          <w:szCs w:val="28"/>
        </w:rPr>
        <w:t xml:space="preserve"> А. П. Чехов, который останавливался в здесь 31 мая 1890 года во время своего путешествия на Сахалин в книге «Из Сибири» : «Пишу сие из Канска. Есть ещё Каинск, но тот до Томска, а этот просто Канск, без </w:t>
      </w:r>
      <w:r>
        <w:rPr>
          <w:sz w:val="28"/>
          <w:szCs w:val="28"/>
        </w:rPr>
        <w:t>«И»</w:t>
      </w:r>
      <w:r w:rsidRPr="002D345D">
        <w:rPr>
          <w:sz w:val="28"/>
          <w:szCs w:val="28"/>
        </w:rPr>
        <w:t>. Оба вместе взятые, составят один Звенигород. Серое у</w:t>
      </w:r>
      <w:r>
        <w:rPr>
          <w:sz w:val="28"/>
          <w:szCs w:val="28"/>
        </w:rPr>
        <w:t>тро. Сейчас будем есть борщ …».</w:t>
      </w:r>
    </w:p>
    <w:p w:rsidR="009F1DC9" w:rsidRDefault="009F1DC9" w:rsidP="002D345D">
      <w:pPr>
        <w:jc w:val="both"/>
      </w:pPr>
      <w:r w:rsidRPr="003E07A4">
        <w:rPr>
          <w:sz w:val="28"/>
          <w:szCs w:val="28"/>
        </w:rPr>
        <w:t xml:space="preserve">В 1720—1724 г. в Канском остроге было 22 двора, в которых жило 126 душ мужского пола. К 1722 году была выстроена единственная в Красноярском уезде </w:t>
      </w:r>
      <w:r>
        <w:rPr>
          <w:sz w:val="28"/>
          <w:szCs w:val="28"/>
        </w:rPr>
        <w:t>ок</w:t>
      </w:r>
      <w:r w:rsidRPr="003E07A4">
        <w:rPr>
          <w:sz w:val="28"/>
          <w:szCs w:val="28"/>
        </w:rPr>
        <w:t>ружная Спасская церковь.</w:t>
      </w:r>
      <w:r>
        <w:rPr>
          <w:sz w:val="28"/>
          <w:szCs w:val="28"/>
        </w:rPr>
        <w:t xml:space="preserve"> </w:t>
      </w:r>
      <w:r w:rsidRPr="003E07A4">
        <w:rPr>
          <w:sz w:val="28"/>
          <w:szCs w:val="28"/>
        </w:rPr>
        <w:t>К 1735 году была увеличена площадь острога. Были выстроены новые стенки, ров глубиной и шириной три аршина. В остроге выстроены 40 дворов. В острог начинают переселяться крестьяне, ремесленники, торговцы. Первыми крестьянами Канска были Еремей Шиляев из Абаканского острога, Филат Дмитриев из д. Павловской, и одинокий 44-летний ссыльный Иван Белых, из крепостных столичного уезда.</w:t>
      </w:r>
      <w:r w:rsidRPr="002D345D">
        <w:t xml:space="preserve"> </w:t>
      </w:r>
    </w:p>
    <w:p w:rsidR="009F1DC9" w:rsidRPr="00384507" w:rsidRDefault="009F1DC9" w:rsidP="002D345D">
      <w:pPr>
        <w:jc w:val="both"/>
        <w:rPr>
          <w:sz w:val="28"/>
          <w:szCs w:val="28"/>
        </w:rPr>
      </w:pPr>
      <w:r w:rsidRPr="00384507">
        <w:rPr>
          <w:sz w:val="28"/>
          <w:szCs w:val="28"/>
        </w:rPr>
        <w:t>(портрет Николая Второго)</w:t>
      </w:r>
    </w:p>
    <w:p w:rsidR="009F1DC9" w:rsidRDefault="009F1DC9" w:rsidP="002D345D">
      <w:pPr>
        <w:jc w:val="both"/>
        <w:rPr>
          <w:sz w:val="28"/>
          <w:szCs w:val="28"/>
        </w:rPr>
      </w:pPr>
      <w:r w:rsidRPr="002D345D">
        <w:rPr>
          <w:sz w:val="28"/>
          <w:szCs w:val="28"/>
        </w:rPr>
        <w:t xml:space="preserve">В Канске останавливался цесаревич, будущий император Николай II, следуя проездом из Японии в июне 1891 года. В Канске жил </w:t>
      </w:r>
      <w:r>
        <w:rPr>
          <w:sz w:val="28"/>
          <w:szCs w:val="28"/>
        </w:rPr>
        <w:t xml:space="preserve">революционер </w:t>
      </w:r>
      <w:r w:rsidRPr="002D345D">
        <w:rPr>
          <w:sz w:val="28"/>
          <w:szCs w:val="28"/>
        </w:rPr>
        <w:t>Заломов, прототип героя Павла Власова из романа М.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Pr="002D345D">
        <w:rPr>
          <w:sz w:val="28"/>
          <w:szCs w:val="28"/>
        </w:rPr>
        <w:t>Горького «Мать». В Канск шли письма Бориса Пастернака на имя Ольги Илинской</w:t>
      </w:r>
      <w:r>
        <w:rPr>
          <w:sz w:val="28"/>
          <w:szCs w:val="28"/>
        </w:rPr>
        <w:t>, находящейся в лагере.</w:t>
      </w:r>
      <w:r w:rsidRPr="002D345D">
        <w:rPr>
          <w:sz w:val="28"/>
          <w:szCs w:val="28"/>
        </w:rPr>
        <w:t xml:space="preserve"> Здесь она писала книгу «В плену времени», которая была издана в Англии. В Канске рос будущий писатель Михаил Ошаров. В годы гражданской войны в Канске жили и творили В. Я. Зазубрин (Зубцов), В. А. Итин, Ярослав Гашек, которые здесь обрели свои семьи</w:t>
      </w:r>
      <w:r>
        <w:rPr>
          <w:sz w:val="28"/>
          <w:szCs w:val="28"/>
        </w:rPr>
        <w:t>…</w:t>
      </w:r>
    </w:p>
    <w:p w:rsidR="009F1DC9" w:rsidRPr="002D345D" w:rsidRDefault="009F1DC9" w:rsidP="002D345D">
      <w:pPr>
        <w:jc w:val="both"/>
        <w:rPr>
          <w:sz w:val="28"/>
          <w:szCs w:val="28"/>
        </w:rPr>
      </w:pPr>
      <w:r>
        <w:rPr>
          <w:sz w:val="28"/>
          <w:szCs w:val="28"/>
        </w:rPr>
        <w:t>(портреты Б.Пастернака, В.Зазубрина, В.Итина, Я.Гашека)</w:t>
      </w:r>
      <w:r w:rsidRPr="002D345D">
        <w:rPr>
          <w:sz w:val="28"/>
          <w:szCs w:val="28"/>
        </w:rPr>
        <w:t xml:space="preserve"> </w:t>
      </w:r>
    </w:p>
    <w:p w:rsidR="009F1DC9" w:rsidRPr="002D345D" w:rsidRDefault="009F1DC9" w:rsidP="002D345D">
      <w:pPr>
        <w:jc w:val="both"/>
        <w:rPr>
          <w:sz w:val="28"/>
          <w:szCs w:val="28"/>
        </w:rPr>
      </w:pPr>
      <w:r w:rsidRPr="002D345D">
        <w:rPr>
          <w:sz w:val="28"/>
          <w:szCs w:val="28"/>
        </w:rPr>
        <w:t xml:space="preserve">К 1861 году Канск становится полноценным городом. Появляются заводы: мыловаренный, кожевенный, два салотопительных. Начинают свою деятельность известные купцы Герасим Гадалов - основатель династии Гадаловых, купец 2-й гильдии Тимофей Савенков - отец археолога И.Т.Савенкова.  В 1897 году открылись Общество вспомоществования начальному образованию и народная читальня. В 1911 году в Канске  начал работать кинематограф купчихи А. П. Яковлевой на 300 мест - первое культурное учреждение города.  В 1912 году в Канске числилось 55 человек ссыльных. Здесь жили декабристы К.Г. Игельстром, А.Е. Мозалевский, В.Н. Соловьёв, участники польского восстания и революции 1905-1907 гг., соратники Н.Г. </w:t>
      </w:r>
      <w:r>
        <w:rPr>
          <w:sz w:val="28"/>
          <w:szCs w:val="28"/>
        </w:rPr>
        <w:t>Ч</w:t>
      </w:r>
      <w:r w:rsidRPr="002D345D">
        <w:rPr>
          <w:sz w:val="28"/>
          <w:szCs w:val="28"/>
        </w:rPr>
        <w:t xml:space="preserve">ернышевского. </w:t>
      </w:r>
    </w:p>
    <w:p w:rsidR="009F1DC9" w:rsidRPr="002D345D" w:rsidRDefault="009F1DC9" w:rsidP="002D345D">
      <w:pPr>
        <w:jc w:val="both"/>
        <w:rPr>
          <w:sz w:val="28"/>
          <w:szCs w:val="28"/>
        </w:rPr>
      </w:pPr>
      <w:r w:rsidRPr="002D345D">
        <w:rPr>
          <w:sz w:val="28"/>
          <w:szCs w:val="28"/>
        </w:rPr>
        <w:t>Сегодня небольшой сибирский город Канск - важный железнодорожный узел на Транссибе (станция Канск-Енисейский). Через город проходит автомагистраль М53.</w:t>
      </w:r>
    </w:p>
    <w:p w:rsidR="009F1DC9" w:rsidRDefault="009F1DC9" w:rsidP="00C05F8C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Вот мой дом. Два окошка – в ограду,</w:t>
      </w:r>
    </w:p>
    <w:p w:rsidR="009F1DC9" w:rsidRDefault="009F1DC9" w:rsidP="00C05F8C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Три – на улицу смотрят, светясь.</w:t>
      </w:r>
    </w:p>
    <w:p w:rsidR="009F1DC9" w:rsidRDefault="009F1DC9" w:rsidP="00C05F8C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Старый тополь с извечной прохладой</w:t>
      </w:r>
    </w:p>
    <w:p w:rsidR="009F1DC9" w:rsidRDefault="009F1DC9" w:rsidP="00C05F8C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Что-то шепчет, чуть-чуть наклонясь.</w:t>
      </w:r>
    </w:p>
    <w:p w:rsidR="009F1DC9" w:rsidRDefault="009F1DC9" w:rsidP="00C05F8C">
      <w:pPr>
        <w:spacing w:after="0"/>
        <w:jc w:val="center"/>
        <w:rPr>
          <w:sz w:val="28"/>
          <w:szCs w:val="28"/>
        </w:rPr>
      </w:pPr>
    </w:p>
    <w:p w:rsidR="009F1DC9" w:rsidRDefault="009F1DC9" w:rsidP="00C05F8C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Вновь ступаю босыми ногами</w:t>
      </w:r>
    </w:p>
    <w:p w:rsidR="009F1DC9" w:rsidRDefault="009F1DC9" w:rsidP="00C05F8C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На крыльцо. И вхожу, словно в храм,</w:t>
      </w:r>
    </w:p>
    <w:p w:rsidR="009F1DC9" w:rsidRDefault="009F1DC9" w:rsidP="00C05F8C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В дом, что раньше дышал пирогами</w:t>
      </w:r>
    </w:p>
    <w:p w:rsidR="009F1DC9" w:rsidRPr="003E07A4" w:rsidRDefault="009F1DC9" w:rsidP="00EA71F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Да иконы крестил по углам.</w:t>
      </w:r>
    </w:p>
    <w:p w:rsidR="009F1DC9" w:rsidRPr="003E07A4" w:rsidRDefault="009F1DC9" w:rsidP="003E07A4">
      <w:pPr>
        <w:jc w:val="both"/>
        <w:rPr>
          <w:sz w:val="28"/>
          <w:szCs w:val="28"/>
        </w:rPr>
      </w:pPr>
      <w:r w:rsidRPr="003E07A4">
        <w:rPr>
          <w:sz w:val="28"/>
          <w:szCs w:val="28"/>
        </w:rPr>
        <w:t xml:space="preserve">   В это время на левом берегу Кана в месте его пересечения с Московским трактом складывается исторический центр будущего города. Подле Московского тракта выросло первое каменное сооружение Канского острога - Спасская церковь. Строительство церквей в острогах, городах и селах Сибири, особенно в притрактовой полосе, поощрялось царским правительством, так как способствовало закреплению поселенцев на новых местах. Получили разрешение на строительство каменной церкви и жители Канского острога. Разрешение было получено в виде благословенной грамоты 8 октября 1797 года после того, как канский священник Михаил Евтюгин сообщил в доношении архиепископу Тобольскому (Варлааму) о желании прихожан "построить в объявленном остроге вместо деревянной означенной Спасской цер</w:t>
      </w:r>
      <w:r>
        <w:rPr>
          <w:sz w:val="28"/>
          <w:szCs w:val="28"/>
        </w:rPr>
        <w:t>кви вновь каменну."</w:t>
      </w:r>
    </w:p>
    <w:p w:rsidR="009F1DC9" w:rsidRPr="003E07A4" w:rsidRDefault="009F1DC9" w:rsidP="003E07A4">
      <w:pPr>
        <w:jc w:val="both"/>
        <w:rPr>
          <w:sz w:val="28"/>
          <w:szCs w:val="28"/>
        </w:rPr>
      </w:pPr>
      <w:r w:rsidRPr="003E07A4">
        <w:rPr>
          <w:sz w:val="28"/>
          <w:szCs w:val="28"/>
        </w:rPr>
        <w:t xml:space="preserve">      В начале 60-х годов 18 века правительство издает ряд указов о ссылке на поселение в Сибирь. Сюда погнали тысячи людей. Канская земля помнит бесконечный звон цепей, партии кандальников, изможденные угрюмые лица: лица крепостных крестьян, лица дворян-декабристов. Пятеро из них после Нерчинских рудников отбывали поселение в селах Канского уезда. А. Е. Мозалевский навсегда остался на одном из здешних многочисленных погостов. </w:t>
      </w:r>
    </w:p>
    <w:p w:rsidR="009F1DC9" w:rsidRPr="003E07A4" w:rsidRDefault="009F1DC9" w:rsidP="003E07A4">
      <w:pPr>
        <w:jc w:val="both"/>
        <w:rPr>
          <w:sz w:val="28"/>
          <w:szCs w:val="28"/>
        </w:rPr>
      </w:pPr>
      <w:r w:rsidRPr="003E07A4">
        <w:rPr>
          <w:sz w:val="28"/>
          <w:szCs w:val="28"/>
        </w:rPr>
        <w:t xml:space="preserve">       Улицы Канска помнят и тех людей, которые, повинуясь чувству долга, добровольно ехали в далекую Сибирь, связывая с ней свою жизнь. Один из ни</w:t>
      </w:r>
      <w:r>
        <w:rPr>
          <w:sz w:val="28"/>
          <w:szCs w:val="28"/>
        </w:rPr>
        <w:t xml:space="preserve">х П.И. Можаров, городской врач, </w:t>
      </w:r>
      <w:r w:rsidRPr="003E07A4">
        <w:rPr>
          <w:sz w:val="28"/>
          <w:szCs w:val="28"/>
        </w:rPr>
        <w:t xml:space="preserve"> дядя А.М. Горького. В 1855 году Павел Иванович после окончания медицинского университета был назначен лекарем в Канск, где проработал до 1862 года. Все свои последние годы он жил в Красноярске.</w:t>
      </w:r>
    </w:p>
    <w:p w:rsidR="009F1DC9" w:rsidRPr="003E07A4" w:rsidRDefault="009F1DC9" w:rsidP="003E07A4">
      <w:pPr>
        <w:jc w:val="both"/>
        <w:rPr>
          <w:sz w:val="28"/>
          <w:szCs w:val="28"/>
        </w:rPr>
      </w:pPr>
      <w:r w:rsidRPr="003E07A4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822 г"/>
        </w:smartTagPr>
        <w:r w:rsidRPr="003E07A4">
          <w:rPr>
            <w:sz w:val="28"/>
            <w:szCs w:val="28"/>
          </w:rPr>
          <w:t>1822 г</w:t>
        </w:r>
      </w:smartTag>
      <w:r w:rsidRPr="003E07A4">
        <w:rPr>
          <w:sz w:val="28"/>
          <w:szCs w:val="28"/>
        </w:rPr>
        <w:t>. Канск стал городом. Он относился к разряду так называемых сельскохозяйственных городов. По данным словаря Брокгауза и Эфрона в Канске в 1888 году проживало 4456 человек. Из них 239 мастеров-ремесленников, изготавливающих предметы одежды, обуви, хозяйственные товары и 160 человек купеческого сословия. В конце XIX века по улицам Канска зачастую прохаживались и разъезжали именитые канские купцы: Гадалов, Чевелев, Коновалов, Лобанов, Некрасов, Кузнецов, Савенков и др. Появляются их усадьбы и магазины.</w:t>
      </w:r>
    </w:p>
    <w:p w:rsidR="009F1DC9" w:rsidRPr="003E07A4" w:rsidRDefault="009F1DC9" w:rsidP="003E07A4">
      <w:pPr>
        <w:jc w:val="both"/>
        <w:rPr>
          <w:sz w:val="28"/>
          <w:szCs w:val="28"/>
        </w:rPr>
      </w:pPr>
      <w:r w:rsidRPr="003E07A4">
        <w:rPr>
          <w:sz w:val="28"/>
          <w:szCs w:val="28"/>
        </w:rPr>
        <w:t xml:space="preserve">      В самом начале ХХ в. вокруг Соборной площади, прилежащей к московскому тракту (ныне пл. Коростелева), выстроился ряд магазинов и торговых рядов. Прежде всего, это были магазины купцов Гадаловых (</w:t>
      </w:r>
      <w:r>
        <w:rPr>
          <w:sz w:val="28"/>
          <w:szCs w:val="28"/>
        </w:rPr>
        <w:t>восстановлены</w:t>
      </w:r>
      <w:r w:rsidRPr="003E07A4">
        <w:rPr>
          <w:sz w:val="28"/>
          <w:szCs w:val="28"/>
        </w:rPr>
        <w:t xml:space="preserve"> после пожара), магазины купца Коновалова (ныне - библиотека, книжный магазин, типография), магазины купца Чевелева (после пожара - новое здание табачной фабрики), магазин купца Лобанова (юношеская библиотека).</w:t>
      </w:r>
    </w:p>
    <w:p w:rsidR="009F1DC9" w:rsidRPr="003E07A4" w:rsidRDefault="009F1DC9" w:rsidP="003E07A4">
      <w:pPr>
        <w:jc w:val="both"/>
        <w:rPr>
          <w:sz w:val="28"/>
          <w:szCs w:val="28"/>
        </w:rPr>
      </w:pPr>
    </w:p>
    <w:p w:rsidR="009F1DC9" w:rsidRPr="003E07A4" w:rsidRDefault="009F1DC9" w:rsidP="003E07A4">
      <w:pPr>
        <w:jc w:val="both"/>
        <w:rPr>
          <w:sz w:val="28"/>
          <w:szCs w:val="28"/>
        </w:rPr>
      </w:pPr>
      <w:r w:rsidRPr="003E07A4">
        <w:rPr>
          <w:sz w:val="28"/>
          <w:szCs w:val="28"/>
        </w:rPr>
        <w:t xml:space="preserve">       В 1903 году на Соборной площади на арендованной усадебной земле были выстроены торговые ряды, состоящие из семи номеров. Их строили городские купцы И.С. Гришенков, П.П.Шепшелович, С.Г. Асямова (не сохранились). В центре архитектурного кольца, составленного перечисленными строениями, шумела Базарная площадь. И естесственно, что именно на этом месте появляются первые культурные учреждения нашего города: кинотеатры, которые располагались в доме Е.Т. Коновалова (ГК ВЛКСМ, сегодня - магазин кондитерской фабрики) и в уже упомянутом доме купца Лобанова. В </w:t>
      </w:r>
      <w:smartTag w:uri="urn:schemas-microsoft-com:office:smarttags" w:element="metricconverter">
        <w:smartTagPr>
          <w:attr w:name="ProductID" w:val="1911 г"/>
        </w:smartTagPr>
        <w:r w:rsidRPr="003E07A4">
          <w:rPr>
            <w:sz w:val="28"/>
            <w:szCs w:val="28"/>
          </w:rPr>
          <w:t>1911 г</w:t>
        </w:r>
      </w:smartTag>
      <w:r w:rsidRPr="003E07A4">
        <w:rPr>
          <w:sz w:val="28"/>
          <w:szCs w:val="28"/>
        </w:rPr>
        <w:t>. напротив этого дома открыл свои двери для посетителей кинематограф купчихи А.П. Яковлевой на 300 мест - первое культурное учреждение Канска, выстроенное для показа кино и известное нам долгие годы как кинотеатр "Кайтым" (ныне реставрир</w:t>
      </w:r>
      <w:r>
        <w:rPr>
          <w:sz w:val="28"/>
          <w:szCs w:val="28"/>
        </w:rPr>
        <w:t>ованный под краеведческий музей).</w:t>
      </w:r>
    </w:p>
    <w:p w:rsidR="009F1DC9" w:rsidRPr="003E07A4" w:rsidRDefault="009F1DC9" w:rsidP="003E07A4">
      <w:pPr>
        <w:jc w:val="both"/>
        <w:rPr>
          <w:sz w:val="28"/>
          <w:szCs w:val="28"/>
        </w:rPr>
      </w:pPr>
      <w:r w:rsidRPr="003E07A4">
        <w:rPr>
          <w:sz w:val="28"/>
          <w:szCs w:val="28"/>
        </w:rPr>
        <w:t xml:space="preserve">      Долгие годы этот кинотеатр оставался культурным центром города, находясь в центре всех основных событий и происшествий. Его стены помнят митинги 1917 года, страстные речи Н.И. Коростелева, Х. Гетоева, Р.П. Эйдемана - представителей новой власти; помнят бурные 20-е годы, когда под крышей здания звучала яркая речь В.Я. Зазубрина, автора романа "Два мира" и повести "Щепка". В этом же здании неоднократно выступал В.А. Итин, автор научно-фантастической повести "Страна Гонгури". В 1922 году эта повесть была издана в Канске на тугой оберточной бумаге для сахарных голов. Сейчас это издание - библиографическая редкость. Это были первые литературные произведения в стране, отражавшие окружающую действительность времени, вошедшего в историю как советский период. Стены этого кинотеатра помнят лица руководителей легендарной Тасеевской республики В.Г. Яковенко и Н.М. Буды.</w:t>
      </w:r>
    </w:p>
    <w:p w:rsidR="009F1DC9" w:rsidRDefault="009F1DC9" w:rsidP="008D7D4C">
      <w:pPr>
        <w:rPr>
          <w:sz w:val="28"/>
          <w:szCs w:val="28"/>
        </w:rPr>
      </w:pPr>
      <w:r w:rsidRPr="003E07A4">
        <w:rPr>
          <w:sz w:val="28"/>
          <w:szCs w:val="28"/>
        </w:rPr>
        <w:t xml:space="preserve">       Рядом и историческим центром города в начале века вырастают еще два каменных здания: аптека Цитовича и новое учебное заведение - женская гимназия (ныне разрушено</w:t>
      </w:r>
      <w:r>
        <w:rPr>
          <w:sz w:val="28"/>
          <w:szCs w:val="28"/>
        </w:rPr>
        <w:t xml:space="preserve"> и выстроено заново</w:t>
      </w:r>
      <w:r w:rsidRPr="003E07A4">
        <w:rPr>
          <w:sz w:val="28"/>
          <w:szCs w:val="28"/>
        </w:rPr>
        <w:t>)</w:t>
      </w:r>
      <w:r>
        <w:rPr>
          <w:sz w:val="28"/>
          <w:szCs w:val="28"/>
        </w:rPr>
        <w:t>, где располагается Пенсионный фонд</w:t>
      </w:r>
      <w:r w:rsidRPr="003E07A4">
        <w:rPr>
          <w:sz w:val="28"/>
          <w:szCs w:val="28"/>
        </w:rPr>
        <w:t>. Улицы города, здания, сохранившиеся ныне от старого Канска, помнят имена и лица людей, побывавших на канской земле мимоходом. Это А.Н. Радищев, жены декабристов, известные писатели И.А. Гончаров и А.П. Чехов, наследник престола и будущ</w:t>
      </w:r>
      <w:r>
        <w:rPr>
          <w:sz w:val="28"/>
          <w:szCs w:val="28"/>
        </w:rPr>
        <w:t xml:space="preserve">ий царь Николай Александрович. </w:t>
      </w:r>
    </w:p>
    <w:p w:rsidR="009F1DC9" w:rsidRDefault="009F1DC9" w:rsidP="006A4B54">
      <w:pPr>
        <w:rPr>
          <w:sz w:val="28"/>
          <w:szCs w:val="28"/>
        </w:rPr>
      </w:pPr>
      <w:r w:rsidRPr="008D7D4C">
        <w:rPr>
          <w:sz w:val="28"/>
          <w:szCs w:val="28"/>
        </w:rPr>
        <w:t>С 1925 года Канск - окружной центр Канского округа Енисейской губернии, с 1934 года - районный центр Красноярского края.</w:t>
      </w:r>
    </w:p>
    <w:p w:rsidR="009F1DC9" w:rsidRDefault="009F1DC9" w:rsidP="008D7D4C">
      <w:pPr>
        <w:jc w:val="center"/>
        <w:rPr>
          <w:sz w:val="28"/>
          <w:szCs w:val="28"/>
        </w:rPr>
      </w:pPr>
      <w:r>
        <w:rPr>
          <w:sz w:val="28"/>
          <w:szCs w:val="28"/>
        </w:rPr>
        <w:t>Великая Отечественная Война</w:t>
      </w:r>
    </w:p>
    <w:p w:rsidR="009F1DC9" w:rsidRDefault="009F1DC9" w:rsidP="003E07A4">
      <w:pPr>
        <w:jc w:val="both"/>
        <w:rPr>
          <w:sz w:val="28"/>
          <w:szCs w:val="28"/>
        </w:rPr>
      </w:pPr>
      <w:r w:rsidRPr="008D7D4C">
        <w:rPr>
          <w:sz w:val="28"/>
          <w:szCs w:val="28"/>
        </w:rPr>
        <w:t xml:space="preserve">22 июня 1941 года, в воскресенье, был тёплый солнечный день. Многие горожане проводили выходной день за городом, в сосновом бору за Каном, около дома отдыха «Красный Октябрь» на Солёном озере. Готовились на выезд и актёры театра. Там, в клубе дома отдыха, должен был состояться, полюбившийся горожанам спектакль В. Томаса «Тётушка Чарлея». Безоблачное небо не предвещало грозы. Но  те, кто вернулся в город, застыли у репродукторов. В 12 часов дня по московскому времени по радио объявили о вероломном нападении </w:t>
      </w:r>
      <w:r>
        <w:rPr>
          <w:sz w:val="28"/>
          <w:szCs w:val="28"/>
        </w:rPr>
        <w:t>гитлеровской Германии</w:t>
      </w:r>
      <w:r w:rsidRPr="008D7D4C">
        <w:rPr>
          <w:sz w:val="28"/>
          <w:szCs w:val="28"/>
        </w:rPr>
        <w:t xml:space="preserve"> на Советский Союз.</w:t>
      </w:r>
    </w:p>
    <w:p w:rsidR="009F1DC9" w:rsidRPr="008D7D4C" w:rsidRDefault="009F1DC9" w:rsidP="008D7D4C">
      <w:pPr>
        <w:jc w:val="both"/>
        <w:rPr>
          <w:sz w:val="28"/>
          <w:szCs w:val="28"/>
        </w:rPr>
      </w:pPr>
      <w:r w:rsidRPr="008D7D4C">
        <w:rPr>
          <w:sz w:val="28"/>
          <w:szCs w:val="28"/>
        </w:rPr>
        <w:t xml:space="preserve">В начале войны из блокадного Ленинграда в Канск прибыл эвакуированный Дом ребёнка: измученные войной, больные дистрофией дети. </w:t>
      </w:r>
      <w:r>
        <w:rPr>
          <w:sz w:val="28"/>
          <w:szCs w:val="28"/>
        </w:rPr>
        <w:t>Постарались устроить ребят по</w:t>
      </w:r>
      <w:r w:rsidRPr="008D7D4C">
        <w:rPr>
          <w:sz w:val="28"/>
          <w:szCs w:val="28"/>
        </w:rPr>
        <w:t>лучше, закрепили медицинских работников, нянечек. Главврач И.И. Киршфельд, врачи А.С. Шайхет и Е.М. Попова и их помощницы много сделали, чтобы спасти детей.</w:t>
      </w:r>
    </w:p>
    <w:p w:rsidR="009F1DC9" w:rsidRPr="008D7D4C" w:rsidRDefault="009F1DC9" w:rsidP="008D7D4C">
      <w:pPr>
        <w:jc w:val="both"/>
        <w:rPr>
          <w:sz w:val="28"/>
          <w:szCs w:val="28"/>
        </w:rPr>
      </w:pPr>
      <w:r w:rsidRPr="008D7D4C">
        <w:rPr>
          <w:sz w:val="28"/>
          <w:szCs w:val="28"/>
        </w:rPr>
        <w:t>Воинские части, формируемые в годы войны, в основном располагались на территории 1-го военного городка. Но также использовались и другие места. В сосновом бору,  на правобережье, в земля</w:t>
      </w:r>
      <w:r>
        <w:rPr>
          <w:sz w:val="28"/>
          <w:szCs w:val="28"/>
        </w:rPr>
        <w:t>нках в разное время находились:</w:t>
      </w:r>
    </w:p>
    <w:p w:rsidR="009F1DC9" w:rsidRPr="008D7D4C" w:rsidRDefault="009F1DC9" w:rsidP="008D7D4C">
      <w:pPr>
        <w:jc w:val="both"/>
        <w:rPr>
          <w:sz w:val="28"/>
          <w:szCs w:val="28"/>
        </w:rPr>
      </w:pPr>
      <w:r w:rsidRPr="008D7D4C">
        <w:rPr>
          <w:sz w:val="28"/>
          <w:szCs w:val="28"/>
        </w:rPr>
        <w:t>11-й учебный полк,</w:t>
      </w:r>
    </w:p>
    <w:p w:rsidR="009F1DC9" w:rsidRPr="008D7D4C" w:rsidRDefault="009F1DC9" w:rsidP="008D7D4C">
      <w:pPr>
        <w:jc w:val="both"/>
        <w:rPr>
          <w:sz w:val="28"/>
          <w:szCs w:val="28"/>
        </w:rPr>
      </w:pPr>
      <w:r w:rsidRPr="008D7D4C">
        <w:rPr>
          <w:sz w:val="28"/>
          <w:szCs w:val="28"/>
        </w:rPr>
        <w:t>120-й запасной стрелковый полк,</w:t>
      </w:r>
    </w:p>
    <w:p w:rsidR="009F1DC9" w:rsidRDefault="009F1DC9" w:rsidP="008D7D4C">
      <w:pPr>
        <w:jc w:val="both"/>
        <w:rPr>
          <w:sz w:val="28"/>
          <w:szCs w:val="28"/>
        </w:rPr>
      </w:pPr>
      <w:r w:rsidRPr="008D7D4C">
        <w:rPr>
          <w:sz w:val="28"/>
          <w:szCs w:val="28"/>
        </w:rPr>
        <w:t>37-й учебный полк и другие.</w:t>
      </w:r>
    </w:p>
    <w:p w:rsidR="009F1DC9" w:rsidRDefault="009F1DC9" w:rsidP="008D7D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8D7D4C">
        <w:rPr>
          <w:sz w:val="28"/>
          <w:szCs w:val="28"/>
        </w:rPr>
        <w:t>19</w:t>
      </w:r>
      <w:r>
        <w:rPr>
          <w:sz w:val="28"/>
          <w:szCs w:val="28"/>
        </w:rPr>
        <w:t>45 году т</w:t>
      </w:r>
      <w:r w:rsidRPr="008D7D4C">
        <w:rPr>
          <w:sz w:val="28"/>
          <w:szCs w:val="28"/>
        </w:rPr>
        <w:t>рагиче</w:t>
      </w:r>
      <w:r>
        <w:rPr>
          <w:sz w:val="28"/>
          <w:szCs w:val="28"/>
        </w:rPr>
        <w:t>ские и героические дни Великой О</w:t>
      </w:r>
      <w:r w:rsidRPr="008D7D4C">
        <w:rPr>
          <w:sz w:val="28"/>
          <w:szCs w:val="28"/>
        </w:rPr>
        <w:t xml:space="preserve">течественной войны остались позади, но времени для долгих торжеств и празднования победы, не было. Надо было срочно перестраивать производство на мирный лад, давать продукцию, в которой крайне нуждалось население страны. К мирному труду возвращались тысячи демобилизованных воинов. </w:t>
      </w:r>
    </w:p>
    <w:p w:rsidR="009F1DC9" w:rsidRDefault="009F1DC9" w:rsidP="008D7D4C">
      <w:pPr>
        <w:jc w:val="both"/>
        <w:rPr>
          <w:sz w:val="28"/>
          <w:szCs w:val="28"/>
        </w:rPr>
      </w:pPr>
      <w:r w:rsidRPr="006A4B54">
        <w:rPr>
          <w:sz w:val="28"/>
          <w:szCs w:val="28"/>
        </w:rPr>
        <w:t>В Канске охраняется 14 памятников археологии. Среди достопримечательностей города - триумфальная арка «Царские врата»</w:t>
      </w:r>
      <w:r>
        <w:rPr>
          <w:sz w:val="28"/>
          <w:szCs w:val="28"/>
        </w:rPr>
        <w:t xml:space="preserve"> (восстановлена)</w:t>
      </w:r>
      <w:r w:rsidRPr="006A4B54">
        <w:rPr>
          <w:sz w:val="28"/>
          <w:szCs w:val="28"/>
        </w:rPr>
        <w:t>,  собор Святой Троицы - первое каменное здание Канска (тогда еще острога), Гадаловские торговые ряды</w:t>
      </w:r>
      <w:r>
        <w:rPr>
          <w:sz w:val="28"/>
          <w:szCs w:val="28"/>
        </w:rPr>
        <w:t xml:space="preserve"> (восстановлены)</w:t>
      </w:r>
      <w:r w:rsidRPr="006A4B54">
        <w:rPr>
          <w:sz w:val="28"/>
          <w:szCs w:val="28"/>
        </w:rPr>
        <w:t>. На территории Канска находится памятник природы - сосновый бор, образованный  в 1985 году в целях сохранения расположенного в черте города лесного массива. Площадь бора - 143,5 га. С трёх сторон от бора проходят асфальтированные дорог</w:t>
      </w:r>
      <w:r>
        <w:rPr>
          <w:sz w:val="28"/>
          <w:szCs w:val="28"/>
        </w:rPr>
        <w:t>и, рядом расположены поликлиники</w:t>
      </w:r>
      <w:r w:rsidRPr="006A4B54">
        <w:rPr>
          <w:sz w:val="28"/>
          <w:szCs w:val="28"/>
        </w:rPr>
        <w:t xml:space="preserve"> и школы.</w:t>
      </w:r>
      <w:r>
        <w:rPr>
          <w:sz w:val="28"/>
          <w:szCs w:val="28"/>
        </w:rPr>
        <w:t xml:space="preserve"> </w:t>
      </w:r>
    </w:p>
    <w:p w:rsidR="009F1DC9" w:rsidRDefault="009F1DC9" w:rsidP="008D7D4C">
      <w:pPr>
        <w:jc w:val="both"/>
        <w:rPr>
          <w:sz w:val="28"/>
          <w:szCs w:val="28"/>
        </w:rPr>
      </w:pPr>
      <w:r>
        <w:rPr>
          <w:sz w:val="28"/>
          <w:szCs w:val="28"/>
        </w:rPr>
        <w:t>Будем надеется, что старинный город Канск с каждым годом будет молодеть.</w:t>
      </w:r>
    </w:p>
    <w:p w:rsidR="009F1DC9" w:rsidRDefault="009F1DC9" w:rsidP="00237C59">
      <w:pPr>
        <w:spacing w:after="0"/>
        <w:jc w:val="center"/>
        <w:rPr>
          <w:sz w:val="28"/>
          <w:szCs w:val="28"/>
        </w:rPr>
      </w:pPr>
    </w:p>
    <w:p w:rsidR="009F1DC9" w:rsidRDefault="009F1DC9" w:rsidP="00237C59">
      <w:pPr>
        <w:spacing w:after="0"/>
        <w:jc w:val="center"/>
        <w:rPr>
          <w:sz w:val="28"/>
          <w:szCs w:val="28"/>
        </w:rPr>
      </w:pPr>
    </w:p>
    <w:p w:rsidR="009F1DC9" w:rsidRPr="00237C59" w:rsidRDefault="009F1DC9" w:rsidP="00237C59">
      <w:pPr>
        <w:spacing w:after="0"/>
        <w:jc w:val="center"/>
        <w:rPr>
          <w:sz w:val="28"/>
          <w:szCs w:val="28"/>
        </w:rPr>
      </w:pPr>
      <w:r w:rsidRPr="00237C59">
        <w:rPr>
          <w:sz w:val="28"/>
          <w:szCs w:val="28"/>
        </w:rPr>
        <w:t>Каким ты будешь, двадцать первый век,</w:t>
      </w:r>
    </w:p>
    <w:p w:rsidR="009F1DC9" w:rsidRPr="00237C59" w:rsidRDefault="009F1DC9" w:rsidP="00237C59">
      <w:pPr>
        <w:spacing w:after="0"/>
        <w:jc w:val="center"/>
        <w:rPr>
          <w:sz w:val="28"/>
          <w:szCs w:val="28"/>
        </w:rPr>
      </w:pPr>
      <w:r w:rsidRPr="00237C59">
        <w:rPr>
          <w:sz w:val="28"/>
          <w:szCs w:val="28"/>
        </w:rPr>
        <w:t>Что нового внесешь в свои страницы?</w:t>
      </w:r>
    </w:p>
    <w:p w:rsidR="009F1DC9" w:rsidRDefault="009F1DC9" w:rsidP="00237C59">
      <w:pPr>
        <w:spacing w:after="0"/>
        <w:jc w:val="center"/>
        <w:rPr>
          <w:sz w:val="28"/>
          <w:szCs w:val="28"/>
        </w:rPr>
      </w:pPr>
      <w:r w:rsidRPr="00237C59">
        <w:rPr>
          <w:sz w:val="28"/>
          <w:szCs w:val="28"/>
        </w:rPr>
        <w:t>Какое слово скажет</w:t>
      </w:r>
      <w:r>
        <w:rPr>
          <w:sz w:val="28"/>
          <w:szCs w:val="28"/>
        </w:rPr>
        <w:t xml:space="preserve"> человек</w:t>
      </w:r>
    </w:p>
    <w:p w:rsidR="009F1DC9" w:rsidRDefault="009F1DC9" w:rsidP="00237C5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Тот, кто в преддверии твоем родится?</w:t>
      </w:r>
    </w:p>
    <w:p w:rsidR="009F1DC9" w:rsidRDefault="009F1DC9" w:rsidP="00237C5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Куда пошлет он свой послушный мозг?</w:t>
      </w:r>
    </w:p>
    <w:p w:rsidR="009F1DC9" w:rsidRDefault="009F1DC9" w:rsidP="00237C5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Быть может в дали межпланетных странствий?</w:t>
      </w:r>
    </w:p>
    <w:p w:rsidR="009F1DC9" w:rsidRDefault="009F1DC9" w:rsidP="00237C5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Или построит над Землею мост,</w:t>
      </w:r>
    </w:p>
    <w:p w:rsidR="009F1DC9" w:rsidRDefault="009F1DC9" w:rsidP="00237C5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Связуя нас с космическим пространством?</w:t>
      </w:r>
    </w:p>
    <w:p w:rsidR="009F1DC9" w:rsidRDefault="009F1DC9" w:rsidP="00237C5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А может, в глубях недоступной тьмы</w:t>
      </w:r>
    </w:p>
    <w:p w:rsidR="009F1DC9" w:rsidRDefault="009F1DC9" w:rsidP="00237C5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Возникнет первый океанский город,</w:t>
      </w:r>
    </w:p>
    <w:p w:rsidR="009F1DC9" w:rsidRDefault="009F1DC9" w:rsidP="00237C5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Закроет дверь коричневой чумы</w:t>
      </w:r>
    </w:p>
    <w:p w:rsidR="009F1DC9" w:rsidRDefault="009F1DC9" w:rsidP="00237C5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На плотные и крепкие запоры?</w:t>
      </w:r>
    </w:p>
    <w:p w:rsidR="009F1DC9" w:rsidRDefault="009F1DC9" w:rsidP="00237C5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Каким ты будешь, двадцать первый век –</w:t>
      </w:r>
    </w:p>
    <w:p w:rsidR="009F1DC9" w:rsidRDefault="009F1DC9" w:rsidP="00237C5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Суровым, грозным или мирным веком?</w:t>
      </w:r>
    </w:p>
    <w:p w:rsidR="009F1DC9" w:rsidRDefault="009F1DC9" w:rsidP="00237C5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Хочу я верить в то, что человек</w:t>
      </w:r>
    </w:p>
    <w:p w:rsidR="009F1DC9" w:rsidRPr="0098018A" w:rsidRDefault="009F1DC9" w:rsidP="00237C5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В твоей судьбе да будет Человеком!</w:t>
      </w:r>
    </w:p>
    <w:p w:rsidR="009F1DC9" w:rsidRPr="0098018A" w:rsidRDefault="009F1DC9" w:rsidP="0098018A">
      <w:pPr>
        <w:jc w:val="both"/>
        <w:rPr>
          <w:sz w:val="28"/>
          <w:szCs w:val="28"/>
        </w:rPr>
      </w:pPr>
    </w:p>
    <w:p w:rsidR="009F1DC9" w:rsidRPr="0098018A" w:rsidRDefault="009F1DC9" w:rsidP="0098018A">
      <w:pPr>
        <w:jc w:val="both"/>
        <w:rPr>
          <w:sz w:val="28"/>
          <w:szCs w:val="28"/>
        </w:rPr>
      </w:pPr>
    </w:p>
    <w:p w:rsidR="009F1DC9" w:rsidRPr="0098018A" w:rsidRDefault="009F1DC9" w:rsidP="0098018A">
      <w:pPr>
        <w:jc w:val="both"/>
        <w:rPr>
          <w:sz w:val="28"/>
          <w:szCs w:val="28"/>
        </w:rPr>
      </w:pPr>
    </w:p>
    <w:p w:rsidR="009F1DC9" w:rsidRPr="0098018A" w:rsidRDefault="009F1DC9" w:rsidP="0098018A">
      <w:pPr>
        <w:jc w:val="both"/>
        <w:rPr>
          <w:sz w:val="28"/>
          <w:szCs w:val="28"/>
        </w:rPr>
      </w:pPr>
    </w:p>
    <w:sectPr w:rsidR="009F1DC9" w:rsidRPr="0098018A" w:rsidSect="004B7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202F"/>
    <w:rsid w:val="00036A81"/>
    <w:rsid w:val="00037B4E"/>
    <w:rsid w:val="001F202F"/>
    <w:rsid w:val="00227143"/>
    <w:rsid w:val="00237C59"/>
    <w:rsid w:val="002D345D"/>
    <w:rsid w:val="00384507"/>
    <w:rsid w:val="003E07A4"/>
    <w:rsid w:val="004159FA"/>
    <w:rsid w:val="00480642"/>
    <w:rsid w:val="004B7C97"/>
    <w:rsid w:val="005363BD"/>
    <w:rsid w:val="006A04C1"/>
    <w:rsid w:val="006A4B54"/>
    <w:rsid w:val="00713C3A"/>
    <w:rsid w:val="0084109A"/>
    <w:rsid w:val="008B77EA"/>
    <w:rsid w:val="008D7D4C"/>
    <w:rsid w:val="00967669"/>
    <w:rsid w:val="0098018A"/>
    <w:rsid w:val="009D7C16"/>
    <w:rsid w:val="009F1DC9"/>
    <w:rsid w:val="00B77E2D"/>
    <w:rsid w:val="00C05F8C"/>
    <w:rsid w:val="00C74AE3"/>
    <w:rsid w:val="00D32031"/>
    <w:rsid w:val="00D36ACD"/>
    <w:rsid w:val="00D407F0"/>
    <w:rsid w:val="00EA71FE"/>
    <w:rsid w:val="00ED77A2"/>
    <w:rsid w:val="00F111E0"/>
    <w:rsid w:val="00FD0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C9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352</TotalTime>
  <Pages>6</Pages>
  <Words>1649</Words>
  <Characters>9400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филиал 8</dc:creator>
  <cp:keywords/>
  <dc:description/>
  <cp:lastModifiedBy>Админ</cp:lastModifiedBy>
  <cp:revision>10</cp:revision>
  <dcterms:created xsi:type="dcterms:W3CDTF">2014-07-29T06:49:00Z</dcterms:created>
  <dcterms:modified xsi:type="dcterms:W3CDTF">2014-08-29T13:23:00Z</dcterms:modified>
</cp:coreProperties>
</file>