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специальное (коррекционное) образовательное учреждение</w:t>
      </w: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обучающихся, воспитанников с ограниченными возможностями здоровья</w:t>
      </w: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«Дивеевская специальная (коррекционная) общеобразовательная школа-интернат VIII вида»</w:t>
      </w: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jc w:val="center"/>
        <w:rPr>
          <w:rFonts w:ascii="Times New Roman" w:hAnsi="Times New Roman"/>
          <w:b/>
          <w:i/>
          <w:sz w:val="48"/>
          <w:szCs w:val="48"/>
        </w:rPr>
      </w:pPr>
      <w:r>
        <w:rPr>
          <w:rFonts w:ascii="Times New Roman" w:hAnsi="Times New Roman"/>
          <w:b/>
          <w:i/>
          <w:sz w:val="48"/>
          <w:szCs w:val="48"/>
        </w:rPr>
        <w:t>Открытый урок.</w:t>
      </w:r>
    </w:p>
    <w:p w:rsidR="00C0549E" w:rsidRDefault="00C0549E" w:rsidP="00915D43">
      <w:pPr>
        <w:jc w:val="center"/>
        <w:rPr>
          <w:rFonts w:ascii="Times New Roman" w:hAnsi="Times New Roman"/>
          <w:b/>
          <w:i/>
          <w:sz w:val="52"/>
          <w:szCs w:val="52"/>
        </w:rPr>
      </w:pPr>
      <w:r>
        <w:rPr>
          <w:rFonts w:ascii="Times New Roman" w:hAnsi="Times New Roman"/>
          <w:b/>
          <w:i/>
          <w:sz w:val="48"/>
          <w:szCs w:val="48"/>
        </w:rPr>
        <w:t>на тему:</w:t>
      </w:r>
      <w:r>
        <w:rPr>
          <w:rFonts w:ascii="Times New Roman" w:hAnsi="Times New Roman"/>
          <w:b/>
          <w:i/>
          <w:sz w:val="36"/>
          <w:szCs w:val="36"/>
        </w:rPr>
        <w:t xml:space="preserve"> </w:t>
      </w:r>
      <w:r>
        <w:rPr>
          <w:rFonts w:ascii="Times New Roman" w:hAnsi="Times New Roman"/>
          <w:b/>
          <w:i/>
          <w:sz w:val="52"/>
          <w:szCs w:val="52"/>
        </w:rPr>
        <w:t>«</w:t>
      </w:r>
      <w:r>
        <w:rPr>
          <w:rFonts w:ascii="Times New Roman" w:hAnsi="Times New Roman"/>
          <w:b/>
          <w:sz w:val="52"/>
          <w:szCs w:val="52"/>
        </w:rPr>
        <w:t>Научи своё сердце добру</w:t>
      </w:r>
      <w:r>
        <w:rPr>
          <w:rFonts w:ascii="Times New Roman" w:hAnsi="Times New Roman"/>
          <w:b/>
          <w:i/>
          <w:sz w:val="52"/>
          <w:szCs w:val="52"/>
        </w:rPr>
        <w:t>.»</w:t>
      </w:r>
    </w:p>
    <w:p w:rsidR="00C0549E" w:rsidRDefault="00C0549E" w:rsidP="00915D43">
      <w:pPr>
        <w:jc w:val="center"/>
        <w:rPr>
          <w:rFonts w:ascii="Times New Roman" w:hAnsi="Times New Roman"/>
          <w:b/>
          <w:i/>
          <w:sz w:val="52"/>
          <w:szCs w:val="52"/>
        </w:rPr>
      </w:pPr>
    </w:p>
    <w:p w:rsidR="00C0549E" w:rsidRDefault="00C0549E" w:rsidP="00915D43">
      <w:pPr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C0549E" w:rsidRDefault="00C0549E" w:rsidP="00915D43">
      <w:pPr>
        <w:jc w:val="right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jc w:val="right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ind w:right="-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Подготовила: </w:t>
      </w:r>
    </w:p>
    <w:p w:rsidR="00C0549E" w:rsidRDefault="00C0549E" w:rsidP="00915D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педагог- психолог </w:t>
      </w:r>
    </w:p>
    <w:p w:rsidR="00C0549E" w:rsidRDefault="00C0549E" w:rsidP="00915D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Сухова А.Н.</w:t>
      </w: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 Сатис</w:t>
      </w:r>
    </w:p>
    <w:p w:rsidR="00C0549E" w:rsidRDefault="00C0549E" w:rsidP="00915D4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2014-2015 уч. г.</w:t>
      </w:r>
    </w:p>
    <w:p w:rsidR="00C0549E" w:rsidRDefault="00C0549E" w:rsidP="00BD0077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6956F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пособствовать формированию нравственных ценностей у учащихся; представлений о красоте природы, животным и бережному отношению к ним; побуждение к нравственному самосовершенствованию, активным поступкам во имя добра.</w:t>
      </w:r>
    </w:p>
    <w:p w:rsidR="00C0549E" w:rsidRPr="006956F8" w:rsidRDefault="00C0549E" w:rsidP="00BD0077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956F8">
        <w:rPr>
          <w:rFonts w:ascii="Times New Roman" w:hAnsi="Times New Roman"/>
          <w:b/>
          <w:sz w:val="28"/>
          <w:szCs w:val="28"/>
        </w:rPr>
        <w:t>Задачи:</w:t>
      </w:r>
    </w:p>
    <w:p w:rsidR="00C0549E" w:rsidRPr="006956F8" w:rsidRDefault="00C0549E" w:rsidP="00BD0077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956F8">
        <w:rPr>
          <w:rFonts w:ascii="Times New Roman" w:hAnsi="Times New Roman"/>
          <w:b/>
          <w:sz w:val="28"/>
          <w:szCs w:val="28"/>
        </w:rPr>
        <w:t>Образовательные</w:t>
      </w:r>
    </w:p>
    <w:p w:rsidR="00C0549E" w:rsidRDefault="00C0549E" w:rsidP="00BD0077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 с произведениями художественной литературы.</w:t>
      </w:r>
    </w:p>
    <w:p w:rsidR="00C0549E" w:rsidRDefault="00C0549E" w:rsidP="00BD0077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Способствовать формированию бережного отношения к природе, животным, растениям.</w:t>
      </w:r>
    </w:p>
    <w:p w:rsidR="00C0549E" w:rsidRPr="006956F8" w:rsidRDefault="00C0549E" w:rsidP="00BD0077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956F8">
        <w:rPr>
          <w:rFonts w:ascii="Times New Roman" w:hAnsi="Times New Roman"/>
          <w:b/>
          <w:sz w:val="28"/>
          <w:szCs w:val="28"/>
        </w:rPr>
        <w:t>Воспитательные</w:t>
      </w:r>
    </w:p>
    <w:p w:rsidR="00C0549E" w:rsidRDefault="00C0549E" w:rsidP="00BD0077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любовь к природе.</w:t>
      </w:r>
    </w:p>
    <w:p w:rsidR="00C0549E" w:rsidRDefault="00C0549E" w:rsidP="00BD0077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стремление совершать добрые дела.</w:t>
      </w:r>
    </w:p>
    <w:p w:rsidR="00C0549E" w:rsidRPr="006956F8" w:rsidRDefault="00C0549E" w:rsidP="00BD0077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6956F8">
        <w:rPr>
          <w:rFonts w:ascii="Times New Roman" w:hAnsi="Times New Roman"/>
          <w:b/>
          <w:sz w:val="28"/>
          <w:szCs w:val="28"/>
        </w:rPr>
        <w:t>Коррекционно- развивающие</w:t>
      </w:r>
    </w:p>
    <w:p w:rsidR="00C0549E" w:rsidRDefault="00C0549E" w:rsidP="00BD0077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умения аргументировать свою точку зрения.</w:t>
      </w:r>
    </w:p>
    <w:p w:rsidR="00C0549E" w:rsidRDefault="00C0549E" w:rsidP="00BD0077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речи, внимания памяти.</w:t>
      </w:r>
    </w:p>
    <w:p w:rsidR="00C0549E" w:rsidRPr="006956F8" w:rsidRDefault="00C0549E" w:rsidP="00BD0077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Обогащение словарного запаса.</w:t>
      </w:r>
    </w:p>
    <w:p w:rsidR="00C0549E" w:rsidRDefault="00C0549E" w:rsidP="005814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Здравствуйте ребята! Мы с вами часто разговариваем на серьёзные темы. Сегодня давайте поговорим об отношении человека к животным, с которыми он тесно связан на протяжении тысяч лет. Люди всегда по-разному относились к животному миру. Одни - безжалостно, другие с восхищением и бескорыстной любовью. А как относитесь вы к животным, с добротой или жестокостью - решает ваше сердце. Вы постарайтесь высказать свои мысли и выразить те чувства, которые возникнут у вас после услышанного.</w:t>
      </w:r>
    </w:p>
    <w:p w:rsidR="00C0549E" w:rsidRDefault="00C0549E" w:rsidP="005814F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45F4B">
        <w:rPr>
          <w:rFonts w:ascii="Times New Roman" w:hAnsi="Times New Roman"/>
          <w:b/>
          <w:sz w:val="28"/>
          <w:szCs w:val="28"/>
        </w:rPr>
        <w:t>Тема нашего занятия: «</w:t>
      </w:r>
      <w:r>
        <w:rPr>
          <w:rFonts w:ascii="Times New Roman" w:hAnsi="Times New Roman"/>
          <w:b/>
          <w:sz w:val="28"/>
          <w:szCs w:val="28"/>
        </w:rPr>
        <w:t>Научи своё сердце добру</w:t>
      </w:r>
      <w:r w:rsidRPr="00245F4B">
        <w:rPr>
          <w:rFonts w:ascii="Times New Roman" w:hAnsi="Times New Roman"/>
          <w:b/>
          <w:sz w:val="28"/>
          <w:szCs w:val="28"/>
        </w:rPr>
        <w:t>».</w:t>
      </w:r>
    </w:p>
    <w:p w:rsidR="00C0549E" w:rsidRDefault="00C0549E" w:rsidP="005814F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Психолог</w:t>
      </w:r>
      <w:r w:rsidRPr="003F32FD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Я хочу предложить вашему вниманию восточную притчу. </w:t>
      </w:r>
    </w:p>
    <w:p w:rsidR="00C0549E" w:rsidRPr="003F32FD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rPr>
          <w:rStyle w:val="Strong"/>
          <w:i/>
          <w:color w:val="000000"/>
          <w:sz w:val="28"/>
          <w:szCs w:val="28"/>
        </w:rPr>
      </w:pPr>
      <w:r w:rsidRPr="003F32FD">
        <w:rPr>
          <w:i/>
          <w:color w:val="000000"/>
          <w:sz w:val="28"/>
          <w:szCs w:val="28"/>
        </w:rPr>
        <w:t>Когда-то давно, в одном городе, жил великий мудрец. Слава о его мудрости разнеслась далеко вокруг его родного города, люди издалека приходили к нему за советом.</w:t>
      </w:r>
      <w:r w:rsidRPr="003F32FD">
        <w:rPr>
          <w:i/>
          <w:color w:val="000000"/>
          <w:sz w:val="28"/>
          <w:szCs w:val="28"/>
        </w:rPr>
        <w:br/>
        <w:t>Но был в городе человек, завидующий его славе. Пришел он как-то на луг, поймал бабочку, посадил ее между сомкнутых ладоней и подумал: “Пойду-ка я к мудрецу и спрошу у него: скажи, о мудрейший, какая бабочка у меня в руках — живая или мертвая? Если он скажет мертвая, я открою ладони, бабочка улетит, если он скажет живая, я сомкну ладони и бабочка умрет. Вот тогда все поймут, кто из нас умнее.”</w:t>
      </w:r>
      <w:r w:rsidRPr="003F32FD">
        <w:rPr>
          <w:i/>
          <w:color w:val="000000"/>
          <w:sz w:val="28"/>
          <w:szCs w:val="28"/>
        </w:rPr>
        <w:br/>
        <w:t>Так все и получилось. Завистник пришел в город и спросил у мудреца: “Скажи, о мудрейший, какая бабочка у меня в руках — живая или мертвая?”</w:t>
      </w:r>
      <w:r w:rsidRPr="003F32FD">
        <w:rPr>
          <w:i/>
          <w:color w:val="000000"/>
          <w:sz w:val="28"/>
          <w:szCs w:val="28"/>
        </w:rPr>
        <w:br/>
        <w:t xml:space="preserve">Тогда мудрец, который был действительно умным человеком, сказал: </w:t>
      </w:r>
      <w:r w:rsidRPr="003F32FD">
        <w:rPr>
          <w:rStyle w:val="Strong"/>
          <w:i/>
          <w:color w:val="000000"/>
          <w:sz w:val="28"/>
          <w:szCs w:val="28"/>
        </w:rPr>
        <w:t>“Всё в твоих руках”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Как вы понимаете смысл выражения: «Всё в твоих руках».</w:t>
      </w:r>
    </w:p>
    <w:p w:rsidR="00C0549E" w:rsidRPr="003F32FD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детей: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- Если человек добрый, то бабочка будет жить.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- Если жестокий, то бабочка погибнет.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Значит всё в наших руках, всё зависит от нас.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>
        <w:rPr>
          <w:rStyle w:val="Strong"/>
          <w:color w:val="000000"/>
          <w:sz w:val="28"/>
          <w:szCs w:val="28"/>
        </w:rPr>
        <w:t xml:space="preserve">: </w:t>
      </w:r>
      <w:r>
        <w:rPr>
          <w:rStyle w:val="Strong"/>
          <w:b w:val="0"/>
          <w:color w:val="000000"/>
          <w:sz w:val="28"/>
          <w:szCs w:val="28"/>
        </w:rPr>
        <w:t xml:space="preserve">Человек может иметь много положительных качеств, но доброту ставим на первое место. Какой человек внутри зависит от его сердца. К сожалению, у некоторых людей сердце оказывается чёрствым и равнодушным. Оно не может откликнуться на боль и страдание живого существа. 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Назовите литературные произведения, в которых описывается равнодушие и жестокое обращение с животными. 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детей:</w:t>
      </w:r>
      <w:r>
        <w:rPr>
          <w:rStyle w:val="Strong"/>
          <w:b w:val="0"/>
          <w:color w:val="000000"/>
          <w:sz w:val="28"/>
          <w:szCs w:val="28"/>
        </w:rPr>
        <w:t xml:space="preserve"> В. Осеева «Плохо», Н. Некрасов «Саша».</w:t>
      </w:r>
      <w:bookmarkStart w:id="0" w:name="_GoBack"/>
      <w:bookmarkEnd w:id="0"/>
    </w:p>
    <w:p w:rsidR="00C0549E" w:rsidRPr="003F32FD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i/>
          <w:color w:val="000000"/>
          <w:sz w:val="28"/>
          <w:szCs w:val="28"/>
        </w:rPr>
      </w:pPr>
      <w:r w:rsidRPr="003F32FD">
        <w:rPr>
          <w:rStyle w:val="Strong"/>
          <w:i/>
          <w:color w:val="000000"/>
          <w:sz w:val="28"/>
          <w:szCs w:val="28"/>
        </w:rPr>
        <w:t>Чтение отрывка из стихотворения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Под жестокой рукой человека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Чуть жива, безобразно тоща,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Надрывается лошадь – калека,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Непосильную ношу влача.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Почему автор называет человека жестоким? В чём проявляется его жестокость?</w:t>
      </w:r>
    </w:p>
    <w:p w:rsidR="00C0549E" w:rsidRPr="003F32FD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детей.</w:t>
      </w:r>
    </w:p>
    <w:p w:rsidR="00C0549E" w:rsidRPr="003F32FD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i/>
          <w:color w:val="000000"/>
          <w:sz w:val="28"/>
          <w:szCs w:val="28"/>
        </w:rPr>
      </w:pPr>
      <w:r w:rsidRPr="003F32FD">
        <w:rPr>
          <w:rStyle w:val="Strong"/>
          <w:i/>
          <w:color w:val="000000"/>
          <w:sz w:val="28"/>
          <w:szCs w:val="28"/>
        </w:rPr>
        <w:t>Стихотворение Е. Евтушенко.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Захворал воробушек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Воробушек –хворобушек.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Ранен был он гадкой,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Знать бы чьей рогаткой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Чистит пёрышки свои-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Выпал камешек в крови.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Чтобы вы сказали мальчику, который на ваших глазах стреляет из рогатки в птиц? </w:t>
      </w:r>
    </w:p>
    <w:p w:rsidR="00C0549E" w:rsidRPr="003F32FD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 xml:space="preserve">: </w:t>
      </w:r>
      <w:r>
        <w:rPr>
          <w:rStyle w:val="Strong"/>
          <w:b w:val="0"/>
          <w:color w:val="000000"/>
          <w:sz w:val="28"/>
          <w:szCs w:val="28"/>
        </w:rPr>
        <w:t>Природа всегда нас встречает радушно. Хорошо любоваться всей прелестью, которую нам дарят цветы и деревья. Но каждую весну можно наблюдать такую картину.</w:t>
      </w:r>
    </w:p>
    <w:p w:rsidR="00C0549E" w:rsidRPr="003F32FD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i/>
          <w:color w:val="000000"/>
          <w:sz w:val="28"/>
          <w:szCs w:val="28"/>
        </w:rPr>
      </w:pPr>
      <w:r w:rsidRPr="003F32FD">
        <w:rPr>
          <w:rStyle w:val="Strong"/>
          <w:i/>
          <w:color w:val="000000"/>
          <w:sz w:val="28"/>
          <w:szCs w:val="28"/>
        </w:rPr>
        <w:t>Стихотворение. П. Бровко.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 xml:space="preserve">Всё так изранено в лесу, 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Как после дней войны.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Здесь уцелевшей не найти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Ни ели, ни сосны.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Берёзку ножиком пырнул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Какой- то живоглот.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Мне кажется из-под коры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Моя слеза течёт.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Как автор называет людей, которые ломают деревья, портят кору берёз?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детей:</w:t>
      </w:r>
      <w:r>
        <w:rPr>
          <w:rStyle w:val="Strong"/>
          <w:b w:val="0"/>
          <w:color w:val="000000"/>
          <w:sz w:val="28"/>
          <w:szCs w:val="28"/>
        </w:rPr>
        <w:t xml:space="preserve"> Автор называет их «живоглотами».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Что означает это слово? В словаре Ожегова Живоглот- это жестокий, беспощадный, своекорыстный человек. </w:t>
      </w:r>
    </w:p>
    <w:p w:rsidR="00C0549E" w:rsidRPr="009D213C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color w:val="000000"/>
          <w:sz w:val="28"/>
          <w:szCs w:val="28"/>
        </w:rPr>
      </w:pPr>
      <w:r w:rsidRPr="009D213C">
        <w:rPr>
          <w:rStyle w:val="Strong"/>
          <w:color w:val="000000"/>
          <w:sz w:val="28"/>
          <w:szCs w:val="28"/>
        </w:rPr>
        <w:t>Клип Любе «Не рубите мужики».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Если человек безжалостно истребляет животных, ломает ветви деревьев, стреляет в птиц, как можно охарактеризовать его поступки?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детей:</w:t>
      </w:r>
      <w:r>
        <w:rPr>
          <w:rStyle w:val="Strong"/>
          <w:b w:val="0"/>
          <w:color w:val="000000"/>
          <w:sz w:val="28"/>
          <w:szCs w:val="28"/>
        </w:rPr>
        <w:t xml:space="preserve"> Необдуманные, жестокие.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Ребята, в каких произведениях рассказывается о том, как необдуманное поведение по отношению к животным позже заставляло долго об этом жалеть и переживать, что так поступил? 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детей:</w:t>
      </w:r>
      <w:r>
        <w:rPr>
          <w:rStyle w:val="Strong"/>
          <w:b w:val="0"/>
          <w:color w:val="000000"/>
          <w:sz w:val="28"/>
          <w:szCs w:val="28"/>
        </w:rPr>
        <w:t xml:space="preserve"> Дуров «За что?», «Зачем я убил коростеля?».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Вспомните произведения, в которых необдуманные поступки приводили к гибели животных?</w:t>
      </w:r>
    </w:p>
    <w:p w:rsidR="00C0549E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детей:</w:t>
      </w:r>
      <w:r>
        <w:rPr>
          <w:rStyle w:val="Strong"/>
          <w:b w:val="0"/>
          <w:color w:val="000000"/>
          <w:sz w:val="28"/>
          <w:szCs w:val="28"/>
        </w:rPr>
        <w:t xml:space="preserve"> Астафьев «Белогрудка.»</w:t>
      </w:r>
    </w:p>
    <w:p w:rsidR="00C0549E" w:rsidRPr="003F32FD" w:rsidRDefault="00C0549E" w:rsidP="005814FF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i/>
          <w:color w:val="000000"/>
          <w:sz w:val="28"/>
          <w:szCs w:val="28"/>
        </w:rPr>
      </w:pPr>
      <w:r w:rsidRPr="003F32FD">
        <w:rPr>
          <w:rStyle w:val="Strong"/>
          <w:i/>
          <w:color w:val="000000"/>
          <w:sz w:val="28"/>
          <w:szCs w:val="28"/>
        </w:rPr>
        <w:t>Просмотр клипа «Жестокость».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Какова цена жестокости? Оказывается нельзя вычислить на счётах.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Христианская заповедь гласит «Не убий!». Убить, то есть лишить кого-либо самого величайшего дара, жизни – большой грех. Убийство считается одним из самых страшных, смертных грехов.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 xml:space="preserve">Убийство - это не только лишение жизни человека, но и животных и растений. Близки к совершению убийства и те, кто мучает животных и птиц, морит их голодом, истязает побоями, кидает в них камнями и палками. 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Прочитайте высказывания известных людей. Подумайте над смыслом прочитанного, согласны ли вы с этими высказываниями?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- Жестокость всегда проистекает от бессердечности и слабости. (Сенека).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- Жестокое обращение с животными есть только первый опыт для такого же обращения с людьми. (С.П. Беркарден).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- Сострадание к животным так тесно связано с добротой характера, что можно с уверенностью утверждать: кто жесток с животными, тот не может быть добрым человеком. (А.Шопенгауер)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Странные вещи происходят на белом свете: с одной стороны мы хвалимся достижениями науки и техники, а с другой – вынуждены говорить о поступках безнравственных и позорных, которые не должны иметь место в жизни.</w:t>
      </w:r>
    </w:p>
    <w:p w:rsidR="00C0549E" w:rsidRPr="0030513F" w:rsidRDefault="00C0549E" w:rsidP="003F32FD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Style w:val="Strong"/>
          <w:color w:val="000000"/>
          <w:sz w:val="28"/>
          <w:szCs w:val="28"/>
        </w:rPr>
      </w:pPr>
      <w:r w:rsidRPr="0030513F">
        <w:rPr>
          <w:rStyle w:val="Strong"/>
          <w:color w:val="000000"/>
          <w:sz w:val="28"/>
          <w:szCs w:val="28"/>
        </w:rPr>
        <w:t>Стихотворение Р. Ругина «Брошенные собаки».</w:t>
      </w:r>
    </w:p>
    <w:p w:rsidR="00C0549E" w:rsidRPr="0030513F" w:rsidRDefault="00C0549E" w:rsidP="003F32FD">
      <w:pPr>
        <w:pStyle w:val="c3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30513F">
        <w:rPr>
          <w:rStyle w:val="c0"/>
          <w:color w:val="000000"/>
          <w:sz w:val="28"/>
          <w:szCs w:val="28"/>
        </w:rPr>
        <w:t>Когда я вижу брошенных собак,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Такая боль одолевает сердце,</w:t>
      </w:r>
      <w:r w:rsidRPr="0030513F">
        <w:rPr>
          <w:rStyle w:val="c22"/>
          <w:color w:val="000000"/>
          <w:sz w:val="28"/>
          <w:szCs w:val="28"/>
        </w:rPr>
        <w:t> 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Что затмевает белый свет в глазах,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И камень давит душу; и деться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Куда от той сжимающей тоски,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От темной наплывающей печали,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Когда я вижу, как они, скучая,</w:t>
      </w:r>
      <w:r w:rsidRPr="0030513F">
        <w:rPr>
          <w:rStyle w:val="c22"/>
          <w:color w:val="000000"/>
          <w:sz w:val="28"/>
          <w:szCs w:val="28"/>
        </w:rPr>
        <w:t> 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Подолгу бродят улицами, ждут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Чего-то, вечно сидя у помоек,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Как будто грязь отбросов стерегут,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Как будто ждут, что позовут домой их.</w:t>
      </w:r>
    </w:p>
    <w:p w:rsidR="00C0549E" w:rsidRPr="0030513F" w:rsidRDefault="00C0549E" w:rsidP="003F32FD">
      <w:pPr>
        <w:pStyle w:val="c3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30513F">
        <w:rPr>
          <w:rStyle w:val="c0"/>
          <w:color w:val="000000"/>
          <w:sz w:val="28"/>
          <w:szCs w:val="28"/>
        </w:rPr>
        <w:t>Я думаю: за что же человек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Наколдовал им эту злую долю?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Как можно друга вышвырнуть на снег,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К бездомной жизни брата приневолить?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На то ли разум человеку дан?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Их жизнь – что плод на стебельке увядшем: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Подкарауливать кусок дразнящий,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Чтоб у помойки волю дать зубам;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Отстаивать у жизни каждый час,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Когда судьба так безучастна стала…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Собака эта руки вам лизала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От радости, когда встречала вас!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Она бы снова дом ваш стерегла,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Она детей бы из беды спасала.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Но человеку дружбы стало мало,</w:t>
      </w:r>
      <w:r w:rsidRPr="0030513F">
        <w:rPr>
          <w:color w:val="000000"/>
          <w:sz w:val="28"/>
          <w:szCs w:val="28"/>
        </w:rPr>
        <w:br/>
      </w:r>
      <w:r w:rsidRPr="0030513F">
        <w:rPr>
          <w:rStyle w:val="c0"/>
          <w:color w:val="000000"/>
          <w:sz w:val="28"/>
          <w:szCs w:val="28"/>
        </w:rPr>
        <w:t>Или в душе огонь уже угас?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Как вы понимаете последние строки стихотворения?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детей:</w:t>
      </w:r>
      <w:r>
        <w:rPr>
          <w:rStyle w:val="Strong"/>
          <w:b w:val="0"/>
          <w:color w:val="000000"/>
          <w:sz w:val="28"/>
          <w:szCs w:val="28"/>
        </w:rPr>
        <w:t xml:space="preserve"> О бездушии, равнодушии, жестокости  человека; об отношении к собакам как к игрушкам.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Почему можно пнуть собаку, выбросить из машины надоевшего котёнка, подбросить черепаху?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 w:rsidRPr="003F32FD">
        <w:rPr>
          <w:rStyle w:val="Strong"/>
          <w:color w:val="000000"/>
          <w:sz w:val="28"/>
          <w:szCs w:val="28"/>
        </w:rPr>
        <w:t>Ответы детей:</w:t>
      </w:r>
      <w:r>
        <w:rPr>
          <w:rStyle w:val="Strong"/>
          <w:b w:val="0"/>
          <w:color w:val="000000"/>
          <w:sz w:val="28"/>
          <w:szCs w:val="28"/>
        </w:rPr>
        <w:t xml:space="preserve"> Они беззащитны, сказать ничего не могут. А в сердце людей, которые так поступают, нет доброты.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Автор говорит: «Почему люди стали такими жестокими?»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rStyle w:val="Strong"/>
          <w:b w:val="0"/>
          <w:color w:val="000000"/>
          <w:sz w:val="28"/>
          <w:szCs w:val="28"/>
        </w:rPr>
        <w:t>Поменялись ценности, не воспитаны такие чувства как забота, сочувствие, сострадание. Кто в этом виноват? Семья, школа.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color w:val="000000"/>
          <w:sz w:val="28"/>
          <w:szCs w:val="28"/>
        </w:rPr>
        <w:t>:</w:t>
      </w:r>
      <w:r>
        <w:rPr>
          <w:rStyle w:val="Strong"/>
          <w:b w:val="0"/>
          <w:color w:val="000000"/>
          <w:sz w:val="28"/>
          <w:szCs w:val="28"/>
        </w:rPr>
        <w:t xml:space="preserve"> Ответ на этот вопрос мы найдём в рассказе Гребенщикова «Детство».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3F32FD">
        <w:rPr>
          <w:b/>
          <w:bCs/>
          <w:i/>
          <w:sz w:val="28"/>
          <w:szCs w:val="28"/>
        </w:rPr>
        <w:t>Дети читают отрывок.</w:t>
      </w:r>
      <w:r>
        <w:rPr>
          <w:bCs/>
          <w:sz w:val="28"/>
          <w:szCs w:val="28"/>
        </w:rPr>
        <w:t xml:space="preserve"> </w:t>
      </w:r>
      <w:r w:rsidRPr="007A7062">
        <w:rPr>
          <w:bCs/>
          <w:sz w:val="28"/>
          <w:szCs w:val="28"/>
        </w:rPr>
        <w:t xml:space="preserve"> Должно быть, было во мне заложено такое с детства, чего не мог понять мой брат, но что влекло меня к цветам, к закату солнца, к песне, раз</w:t>
      </w:r>
      <w:r>
        <w:rPr>
          <w:bCs/>
          <w:sz w:val="28"/>
          <w:szCs w:val="28"/>
        </w:rPr>
        <w:t>дающейся вдали во время сумерек….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Чем мальчик из этого рассказа отличался от своих друзей?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bCs/>
          <w:sz w:val="28"/>
          <w:szCs w:val="28"/>
        </w:rPr>
      </w:pPr>
      <w:r w:rsidRPr="007A7062">
        <w:rPr>
          <w:bCs/>
          <w:sz w:val="28"/>
          <w:szCs w:val="28"/>
        </w:rPr>
        <w:t>Другие пьют чай либо с молоком, либо со сметаной, кое-кто прикусывает сахар, а у нас никогда этого не было. Но на душе моей особая тайная радость. В обед я побегу и подсмотрю, как жавор</w:t>
      </w:r>
      <w:r>
        <w:rPr>
          <w:bCs/>
          <w:sz w:val="28"/>
          <w:szCs w:val="28"/>
        </w:rPr>
        <w:t>он</w:t>
      </w:r>
      <w:r w:rsidRPr="007A7062">
        <w:rPr>
          <w:bCs/>
          <w:sz w:val="28"/>
          <w:szCs w:val="28"/>
        </w:rPr>
        <w:t>ушка будет садиться в свое гнездышко. Но, когда приходит обед и я украдкой ухожу от стана, я долго ищу это место и никогда не могу его найти. И хорошо, потому что, когда снова мы пашем и останавливаемся для передышки на черной полосе, я снова слышу незабываемое серебристое щебетание жаворонка в небесах. Мне кажется, что птичка видела, как я был у гнезда, что она знает, что я пощадил ее яички, и вот она поет, благодарит меня и молится, и радуется, и что-то понятное мне одному рассказывает...</w:t>
      </w:r>
      <w:r w:rsidRPr="007A7062">
        <w:rPr>
          <w:rStyle w:val="apple-converted-space"/>
          <w:bCs/>
          <w:sz w:val="28"/>
          <w:szCs w:val="28"/>
        </w:rPr>
        <w:t> 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apple-converted-space"/>
          <w:b/>
          <w:bCs/>
          <w:sz w:val="28"/>
          <w:szCs w:val="28"/>
        </w:rPr>
        <w:t>:</w:t>
      </w:r>
      <w:r>
        <w:rPr>
          <w:rStyle w:val="apple-converted-space"/>
          <w:bCs/>
          <w:sz w:val="28"/>
          <w:szCs w:val="28"/>
        </w:rPr>
        <w:t xml:space="preserve"> Были в вашей жизни моменты, когда на природе вам очень хотелось что- то сорвать или кого-то поймать?</w:t>
      </w:r>
    </w:p>
    <w:p w:rsidR="00C0549E" w:rsidRPr="003F32FD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b/>
          <w:bCs/>
          <w:sz w:val="28"/>
          <w:szCs w:val="28"/>
        </w:rPr>
      </w:pPr>
      <w:r w:rsidRPr="003F32FD">
        <w:rPr>
          <w:rStyle w:val="apple-converted-space"/>
          <w:b/>
          <w:bCs/>
          <w:sz w:val="28"/>
          <w:szCs w:val="28"/>
        </w:rPr>
        <w:t>Ответы детей: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apple-converted-space"/>
          <w:b/>
          <w:bCs/>
          <w:sz w:val="28"/>
          <w:szCs w:val="28"/>
        </w:rPr>
        <w:t>:</w:t>
      </w:r>
      <w:r>
        <w:rPr>
          <w:rStyle w:val="apple-converted-space"/>
          <w:bCs/>
          <w:sz w:val="28"/>
          <w:szCs w:val="28"/>
        </w:rPr>
        <w:t xml:space="preserve"> Что остановило мальчика от искушения дотронуться до птичьих гнёзд?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3F32FD">
        <w:rPr>
          <w:rStyle w:val="apple-converted-space"/>
          <w:b/>
          <w:bCs/>
          <w:i/>
          <w:sz w:val="28"/>
          <w:szCs w:val="28"/>
        </w:rPr>
        <w:t>Дети читают отрывок:</w:t>
      </w:r>
      <w:r>
        <w:rPr>
          <w:rStyle w:val="apple-converted-space"/>
          <w:bCs/>
          <w:sz w:val="28"/>
          <w:szCs w:val="28"/>
        </w:rPr>
        <w:t xml:space="preserve"> </w:t>
      </w:r>
      <w:r w:rsidRPr="00961BC8">
        <w:rPr>
          <w:bCs/>
          <w:sz w:val="28"/>
          <w:szCs w:val="28"/>
        </w:rPr>
        <w:t>Я развязываю путо, тянусь рукой к гнезду, но что-то меня удерживает: не трогай, а послушай... И вот я слышу. Птичка-мать где-то тут же, над туманом утра трепещет и поет, уже щебечет, уже упрашивает Бога сохранить ее гнездышко от неосторожного копыта... Что же у меня: рука или копыто?.. Я хочу быть человеком и не трогаю гнезда</w:t>
      </w:r>
      <w:r>
        <w:rPr>
          <w:bCs/>
          <w:sz w:val="28"/>
          <w:szCs w:val="28"/>
        </w:rPr>
        <w:t>….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Как научиться радоваться природе?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3F32FD">
        <w:rPr>
          <w:b/>
          <w:bCs/>
          <w:sz w:val="28"/>
          <w:szCs w:val="28"/>
        </w:rPr>
        <w:t>Дети:</w:t>
      </w:r>
      <w:r>
        <w:rPr>
          <w:bCs/>
          <w:sz w:val="28"/>
          <w:szCs w:val="28"/>
        </w:rPr>
        <w:t xml:space="preserve"> Надо быть любознательным.</w:t>
      </w:r>
      <w:r w:rsidRPr="00374768">
        <w:rPr>
          <w:bCs/>
          <w:sz w:val="28"/>
          <w:szCs w:val="28"/>
        </w:rPr>
        <w:t xml:space="preserve"> 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Ребята, учите своё сердце добру! В каждом человеке заложены прекрасные качества, но их нужно развивать. Учитесь любить нашу родную природу, у героев произведений М.М. Пришвина, К. Г. Паустовского (Заячьи лапы, Кот ворюга, Барсучий нос), В. Бианки, Н. Сладкова и др. 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 Что вы нового узнали из рассказов Н. Сладкова?</w:t>
      </w:r>
    </w:p>
    <w:p w:rsidR="00C0549E" w:rsidRPr="003F32FD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3F32FD">
        <w:rPr>
          <w:b/>
          <w:bCs/>
          <w:sz w:val="28"/>
          <w:szCs w:val="28"/>
        </w:rPr>
        <w:t>Вопросы:</w:t>
      </w:r>
    </w:p>
    <w:p w:rsidR="00C0549E" w:rsidRDefault="00C0549E" w:rsidP="003F32F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Какие загадки загадывает кукушка? </w:t>
      </w:r>
    </w:p>
    <w:p w:rsidR="00C0549E" w:rsidRDefault="00C0549E" w:rsidP="003F32F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Чем недовольны летом рыбы?</w:t>
      </w:r>
    </w:p>
    <w:p w:rsidR="00C0549E" w:rsidRDefault="00C0549E" w:rsidP="003F32F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Кто вялит добычу на острых шипах?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Что вы думали о Ване, дедушке, зайце, когда читали рассказ «Заячьи лапы»?</w:t>
      </w:r>
    </w:p>
    <w:p w:rsidR="00C0549E" w:rsidRPr="003F32FD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3F32FD">
        <w:rPr>
          <w:b/>
          <w:bCs/>
          <w:sz w:val="28"/>
          <w:szCs w:val="28"/>
        </w:rPr>
        <w:t>Ответы детей.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Какие чувства испытали, когда читали рассказ «Кот ворюга»?</w:t>
      </w:r>
    </w:p>
    <w:p w:rsidR="00C0549E" w:rsidRPr="003F32FD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3F32FD">
        <w:rPr>
          <w:b/>
          <w:bCs/>
          <w:sz w:val="28"/>
          <w:szCs w:val="28"/>
        </w:rPr>
        <w:t>Ответы детей.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Что нового вы узнали из произведений Пришвина и Бианки?</w:t>
      </w:r>
    </w:p>
    <w:p w:rsidR="00C0549E" w:rsidRPr="003F32FD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3F32FD">
        <w:rPr>
          <w:b/>
          <w:bCs/>
          <w:sz w:val="28"/>
          <w:szCs w:val="28"/>
        </w:rPr>
        <w:t>Ответы детей.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Только то, можно полюбить, к чему проявили интерес, о ком  больше узнали. А узнав, вам захочется более бережно относиться к животным, причём не только из-за их пользы, приносимой людям. Часто они, действительно, друзья человека и достойны того, чтобы их любили и защищали. 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Самое удивительное то, что нам нужно учиться у животных.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961BC8">
        <w:rPr>
          <w:bCs/>
          <w:sz w:val="28"/>
          <w:szCs w:val="28"/>
        </w:rPr>
        <w:t>Самое удивительное, что лошадь как будто видит — ни одна не наступила на яички….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В каком произведении говорится о том, что лошадь пожалела другое животное?</w:t>
      </w:r>
    </w:p>
    <w:p w:rsidR="00C0549E" w:rsidRPr="003F32FD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3F32FD">
        <w:rPr>
          <w:b/>
          <w:bCs/>
          <w:sz w:val="28"/>
          <w:szCs w:val="28"/>
        </w:rPr>
        <w:t>Ответы детей:</w:t>
      </w:r>
    </w:p>
    <w:p w:rsidR="00C0549E" w:rsidRPr="00961BC8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bCs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Ребята, учёные зачислили лошадь в десятку самых умных животных. В этот список входят также: собака, кошка, свинья, дельфин, медведь, обезьяна, крыса, слон, и как это не покажется удивительным кроха- муравей. Животные являются незаменимыми помощниками в человеческой деятельности. И конечно в благодарность за неоценимую помощь, эти благородные и самоотверженные животные были увековечены человеком в памятниках.</w:t>
      </w:r>
    </w:p>
    <w:p w:rsidR="00C0549E" w:rsidRDefault="00C0549E" w:rsidP="003F32F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Рекордсменом по установке памятников является собака.</w:t>
      </w:r>
    </w:p>
    <w:p w:rsidR="00C0549E" w:rsidRDefault="00C0549E" w:rsidP="003F32F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В Париже - Сенбернару Барри, спасшему 40 человек во время снежных заносов в Альпах.</w:t>
      </w:r>
    </w:p>
    <w:p w:rsidR="00C0549E" w:rsidRDefault="00C0549E" w:rsidP="003F32F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В Петербурге – собаке Павлова, служащей науке.</w:t>
      </w:r>
    </w:p>
    <w:p w:rsidR="00C0549E" w:rsidRDefault="00C0549E" w:rsidP="003F32F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В Ижевске - открыли памятник собаке, космонавту, лайке по кличке Звёздочка.</w:t>
      </w:r>
    </w:p>
    <w:p w:rsidR="00C0549E" w:rsidRDefault="00C0549E" w:rsidP="003F32F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Памятник собаке Хатико, был установлен в Токио 21 апреля 1934 года. Он считается символом преданности и верности.</w:t>
      </w:r>
    </w:p>
    <w:p w:rsidR="00C0549E" w:rsidRDefault="00C0549E" w:rsidP="003F32F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 xml:space="preserve">Памятник собаке Балто, установлен в США, принёсший вакцину для смертельно больных детей и спасшей своего хозяина. </w:t>
      </w:r>
    </w:p>
    <w:p w:rsidR="00C0549E" w:rsidRDefault="00C0549E" w:rsidP="003F32F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Удостоился памятника и обыкновенный воробей. В Бостоне, США, памятник этой птичке поставили в благодарность за спасение садов и посевов от нашествия гусениц.</w:t>
      </w:r>
    </w:p>
    <w:p w:rsidR="00C0549E" w:rsidRPr="00AB58F0" w:rsidRDefault="00C0549E" w:rsidP="003F32FD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В Японии есть памятник дельфину. Его установили рыбаки, отблагодарив, таким образом, своего водоплавающего помощника по кличке Оло. Дельфин помогал находить косяки рыб и предупреждал рыбаков о мелководье.</w:t>
      </w:r>
    </w:p>
    <w:p w:rsidR="00C0549E" w:rsidRDefault="00C0549E" w:rsidP="003F32FD">
      <w:pPr>
        <w:pStyle w:val="NormalWeb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sz w:val="28"/>
          <w:szCs w:val="28"/>
        </w:rPr>
        <w:t>:</w:t>
      </w:r>
      <w:r>
        <w:rPr>
          <w:rStyle w:val="Strong"/>
          <w:b w:val="0"/>
          <w:sz w:val="28"/>
          <w:szCs w:val="28"/>
        </w:rPr>
        <w:t xml:space="preserve"> Наступила весна, но на земле ещё закрыты цветы, не порхают бабочки, спрятались в норке змеи и ящерицы. Почему? </w:t>
      </w:r>
    </w:p>
    <w:p w:rsidR="00C0549E" w:rsidRPr="003F32FD" w:rsidRDefault="00C0549E" w:rsidP="003F32FD">
      <w:pPr>
        <w:pStyle w:val="NormalWeb"/>
        <w:spacing w:before="0" w:beforeAutospacing="0" w:after="0" w:afterAutospacing="0" w:line="360" w:lineRule="auto"/>
        <w:jc w:val="both"/>
        <w:rPr>
          <w:rStyle w:val="Strong"/>
          <w:sz w:val="28"/>
          <w:szCs w:val="28"/>
        </w:rPr>
      </w:pPr>
      <w:r w:rsidRPr="003F32FD">
        <w:rPr>
          <w:rStyle w:val="Strong"/>
          <w:sz w:val="28"/>
          <w:szCs w:val="28"/>
        </w:rPr>
        <w:t xml:space="preserve">Ответы детей. </w:t>
      </w:r>
    </w:p>
    <w:p w:rsidR="00C0549E" w:rsidRDefault="00C0549E" w:rsidP="003F32FD">
      <w:pPr>
        <w:pStyle w:val="NormalWeb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sz w:val="28"/>
          <w:szCs w:val="28"/>
        </w:rPr>
        <w:t>:</w:t>
      </w:r>
      <w:r>
        <w:rPr>
          <w:rStyle w:val="Strong"/>
          <w:b w:val="0"/>
          <w:sz w:val="28"/>
          <w:szCs w:val="28"/>
        </w:rPr>
        <w:t xml:space="preserve"> Скоро весеннее солнце растопит снег. На проталинах закопошатся жуки, пауки, бабочки. Проснутся медведи, барсуки, ежи. Главный дирижёр всего живого на Земле – Солнце. Вот оно взметнуло лучи над горизонтом – и всё пробуждается. Вот опустило лучи вниз и всё притихло. Солнце командует верзилой медведем и крохотным комаром. Рыбой, лягушкой, жуком, цветком, кустом, деревом. </w:t>
      </w:r>
    </w:p>
    <w:p w:rsidR="00C0549E" w:rsidRDefault="00C0549E" w:rsidP="003F32FD">
      <w:pPr>
        <w:pStyle w:val="NormalWeb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b/>
          <w:sz w:val="28"/>
          <w:szCs w:val="28"/>
        </w:rPr>
        <w:t>Психолог</w:t>
      </w:r>
      <w:r w:rsidRPr="003F32FD">
        <w:rPr>
          <w:rStyle w:val="Strong"/>
          <w:sz w:val="28"/>
          <w:szCs w:val="28"/>
        </w:rPr>
        <w:t>:</w:t>
      </w:r>
      <w:r>
        <w:rPr>
          <w:rStyle w:val="Strong"/>
          <w:b w:val="0"/>
          <w:sz w:val="28"/>
          <w:szCs w:val="28"/>
        </w:rPr>
        <w:t xml:space="preserve"> А, что командует тобой и мной. Прочитаем эпиграф нашего занятия. Да, от нас с вами пока мало что зависит. Но ведь и мы порой решаем вопрос: пожалеть, к примеру, лягушку или, растоптав её, спокойно пойти дальше? Лягушка мыслить не умеет… Что о ней беспокоиться?</w:t>
      </w:r>
    </w:p>
    <w:p w:rsidR="00C0549E" w:rsidRDefault="00C0549E" w:rsidP="003F32FD">
      <w:pPr>
        <w:pStyle w:val="NormalWeb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У каждого живого существа есть своё законное место в биосфере. Истребите ту же лягушку – и биосфера будет больна. Так же точно, как заболел бы каждый из нас, если бы у него в крови пропали какие – нибудь ферменты. С этой точки зрения вообще любая тварь ценна точно так же, как и человек. Слова М. Пришвина , я хочу закончить наше занятие «Если будет вода и в ней ни одной рыбки – я не поверю воде. И пусть в воздухе кислород, но не летает в нём ласточка – я не поверю и воздуху. И лес без зверей с одними людьми – не лес».</w:t>
      </w:r>
    </w:p>
    <w:p w:rsidR="00C0549E" w:rsidRDefault="00C0549E" w:rsidP="003F32FD">
      <w:pPr>
        <w:pStyle w:val="NormalWeb"/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</w:p>
    <w:p w:rsidR="00C0549E" w:rsidRDefault="00C0549E" w:rsidP="003F32FD">
      <w:pPr>
        <w:pStyle w:val="NormalWeb"/>
        <w:spacing w:before="0" w:beforeAutospacing="0" w:after="0" w:afterAutospacing="0" w:line="360" w:lineRule="auto"/>
        <w:rPr>
          <w:rStyle w:val="Strong"/>
          <w:b w:val="0"/>
          <w:sz w:val="28"/>
          <w:szCs w:val="28"/>
        </w:rPr>
      </w:pPr>
    </w:p>
    <w:p w:rsidR="00C0549E" w:rsidRPr="00643FA5" w:rsidRDefault="00C0549E" w:rsidP="003F32FD">
      <w:pPr>
        <w:pStyle w:val="NormalWeb"/>
        <w:spacing w:before="0" w:beforeAutospacing="0" w:after="0" w:afterAutospacing="0" w:line="360" w:lineRule="auto"/>
        <w:jc w:val="center"/>
        <w:rPr>
          <w:rStyle w:val="Strong"/>
          <w:sz w:val="28"/>
          <w:szCs w:val="28"/>
        </w:rPr>
      </w:pPr>
      <w:r w:rsidRPr="00643FA5">
        <w:rPr>
          <w:rStyle w:val="Strong"/>
          <w:sz w:val="28"/>
          <w:szCs w:val="28"/>
        </w:rPr>
        <w:t>Список литературы.</w:t>
      </w:r>
    </w:p>
    <w:p w:rsidR="00C0549E" w:rsidRDefault="00C0549E" w:rsidP="003F32FD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Классные часы . 7 класс: беседы, викторины, тематические вечера, деловые и познавательные игры/ авт.- сост. Г.А. Леликова. – Волгоград: Учитель, 2008. – 127с.</w:t>
      </w:r>
    </w:p>
    <w:p w:rsidR="00C0549E" w:rsidRDefault="00C0549E" w:rsidP="003F32FD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Классные часы. 6 класс / Сост. Н.И. Ерёменко. – Волгоград: ИТД «Корифей». – 96с.</w:t>
      </w:r>
    </w:p>
    <w:p w:rsidR="00C0549E" w:rsidRDefault="00C0549E" w:rsidP="003F32FD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Журнал «Воспитание школьников» №9 2012г.</w:t>
      </w:r>
    </w:p>
    <w:p w:rsidR="00C0549E" w:rsidRPr="00536884" w:rsidRDefault="00C0549E" w:rsidP="003F32FD">
      <w:pPr>
        <w:pStyle w:val="NormalWeb"/>
        <w:numPr>
          <w:ilvl w:val="0"/>
          <w:numId w:val="3"/>
        </w:numPr>
        <w:spacing w:after="0" w:line="360" w:lineRule="auto"/>
        <w:jc w:val="both"/>
        <w:rPr>
          <w:rStyle w:val="Strong"/>
          <w:b w:val="0"/>
          <w:sz w:val="28"/>
          <w:szCs w:val="28"/>
        </w:rPr>
      </w:pPr>
      <w:r w:rsidRPr="00536884">
        <w:rPr>
          <w:rStyle w:val="Strong"/>
          <w:b w:val="0"/>
          <w:sz w:val="28"/>
          <w:szCs w:val="28"/>
        </w:rPr>
        <w:t xml:space="preserve"> Н.Ф. Виноградова «Умственное</w:t>
      </w:r>
      <w:r>
        <w:rPr>
          <w:rStyle w:val="Strong"/>
          <w:b w:val="0"/>
          <w:sz w:val="28"/>
          <w:szCs w:val="28"/>
        </w:rPr>
        <w:t xml:space="preserve"> </w:t>
      </w:r>
      <w:r w:rsidRPr="00536884">
        <w:rPr>
          <w:rStyle w:val="Strong"/>
          <w:b w:val="0"/>
          <w:sz w:val="28"/>
          <w:szCs w:val="28"/>
        </w:rPr>
        <w:t>воспитание детей в процессе ознакомления с природой», Москва, «Просвещение»1978г.</w:t>
      </w:r>
    </w:p>
    <w:p w:rsidR="00C0549E" w:rsidRPr="00536884" w:rsidRDefault="00C0549E" w:rsidP="003F32FD">
      <w:pPr>
        <w:pStyle w:val="NormalWeb"/>
        <w:numPr>
          <w:ilvl w:val="0"/>
          <w:numId w:val="3"/>
        </w:numPr>
        <w:spacing w:after="0" w:line="360" w:lineRule="auto"/>
        <w:jc w:val="both"/>
        <w:rPr>
          <w:rStyle w:val="Strong"/>
          <w:b w:val="0"/>
          <w:sz w:val="28"/>
          <w:szCs w:val="28"/>
        </w:rPr>
      </w:pPr>
      <w:r w:rsidRPr="00536884">
        <w:rPr>
          <w:rStyle w:val="Strong"/>
          <w:b w:val="0"/>
          <w:sz w:val="28"/>
          <w:szCs w:val="28"/>
        </w:rPr>
        <w:t>Л.М. Маневцева, П.Г. Саморукова «Мирприроды и ребёнок», Санкт-Петербург, «Акцидент» 1998г.</w:t>
      </w:r>
    </w:p>
    <w:p w:rsidR="00C0549E" w:rsidRDefault="00C0549E" w:rsidP="003F32FD">
      <w:pPr>
        <w:pStyle w:val="NormalWeb"/>
        <w:numPr>
          <w:ilvl w:val="0"/>
          <w:numId w:val="3"/>
        </w:numPr>
        <w:spacing w:after="0" w:line="360" w:lineRule="auto"/>
        <w:jc w:val="both"/>
        <w:rPr>
          <w:rStyle w:val="Strong"/>
          <w:b w:val="0"/>
          <w:sz w:val="28"/>
          <w:szCs w:val="28"/>
        </w:rPr>
      </w:pPr>
      <w:r w:rsidRPr="00536884">
        <w:rPr>
          <w:rStyle w:val="Strong"/>
          <w:b w:val="0"/>
          <w:sz w:val="28"/>
          <w:szCs w:val="28"/>
        </w:rPr>
        <w:t xml:space="preserve"> Л.И. Егоренкова «Экологическое</w:t>
      </w:r>
      <w:r>
        <w:rPr>
          <w:rStyle w:val="Strong"/>
          <w:b w:val="0"/>
          <w:sz w:val="28"/>
          <w:szCs w:val="28"/>
        </w:rPr>
        <w:t xml:space="preserve"> </w:t>
      </w:r>
      <w:r w:rsidRPr="00536884">
        <w:rPr>
          <w:rStyle w:val="Strong"/>
          <w:b w:val="0"/>
          <w:sz w:val="28"/>
          <w:szCs w:val="28"/>
        </w:rPr>
        <w:t>воспитание дошкольников и младших дошкольников», Москва, «Аркти» 1998г.</w:t>
      </w:r>
    </w:p>
    <w:p w:rsidR="00C0549E" w:rsidRDefault="00C0549E" w:rsidP="003F32FD">
      <w:pPr>
        <w:pStyle w:val="NormalWeb"/>
        <w:numPr>
          <w:ilvl w:val="0"/>
          <w:numId w:val="3"/>
        </w:numPr>
        <w:spacing w:after="0" w:line="360" w:lineRule="auto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Н.И. Сладков «Воробей в шляпе».</w:t>
      </w:r>
    </w:p>
    <w:p w:rsidR="00C0549E" w:rsidRPr="00BD0077" w:rsidRDefault="00C0549E" w:rsidP="00BD0077">
      <w:pPr>
        <w:pStyle w:val="NormalWeb"/>
        <w:numPr>
          <w:ilvl w:val="0"/>
          <w:numId w:val="3"/>
        </w:numPr>
        <w:spacing w:after="0" w:line="360" w:lineRule="auto"/>
        <w:jc w:val="both"/>
        <w:rPr>
          <w:bCs/>
          <w:sz w:val="28"/>
          <w:szCs w:val="28"/>
        </w:rPr>
      </w:pPr>
      <w:r>
        <w:rPr>
          <w:rStyle w:val="Strong"/>
          <w:b w:val="0"/>
          <w:sz w:val="28"/>
          <w:szCs w:val="28"/>
        </w:rPr>
        <w:t>К.Г. Паустовский «Рассказы».</w:t>
      </w:r>
    </w:p>
    <w:p w:rsidR="00C0549E" w:rsidRPr="00245F4B" w:rsidRDefault="00C0549E" w:rsidP="003F32F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C0549E" w:rsidRPr="00245F4B" w:rsidSect="00E857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49E" w:rsidRDefault="00C0549E" w:rsidP="00643FA5">
      <w:pPr>
        <w:spacing w:after="0" w:line="240" w:lineRule="auto"/>
      </w:pPr>
      <w:r>
        <w:separator/>
      </w:r>
    </w:p>
  </w:endnote>
  <w:endnote w:type="continuationSeparator" w:id="0">
    <w:p w:rsidR="00C0549E" w:rsidRDefault="00C0549E" w:rsidP="00643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9E" w:rsidRDefault="00C054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9E" w:rsidRDefault="00C0549E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C0549E" w:rsidRDefault="00C0549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9E" w:rsidRDefault="00C054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49E" w:rsidRDefault="00C0549E" w:rsidP="00643FA5">
      <w:pPr>
        <w:spacing w:after="0" w:line="240" w:lineRule="auto"/>
      </w:pPr>
      <w:r>
        <w:separator/>
      </w:r>
    </w:p>
  </w:footnote>
  <w:footnote w:type="continuationSeparator" w:id="0">
    <w:p w:rsidR="00C0549E" w:rsidRDefault="00C0549E" w:rsidP="00643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9E" w:rsidRDefault="00C054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9E" w:rsidRDefault="00C0549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49E" w:rsidRDefault="00C054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B5E7A"/>
    <w:multiLevelType w:val="hybridMultilevel"/>
    <w:tmpl w:val="2C146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E06053"/>
    <w:multiLevelType w:val="hybridMultilevel"/>
    <w:tmpl w:val="0A2A6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453EF5"/>
    <w:multiLevelType w:val="hybridMultilevel"/>
    <w:tmpl w:val="59FEF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0F210F"/>
    <w:multiLevelType w:val="hybridMultilevel"/>
    <w:tmpl w:val="C94C0D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DC66F15"/>
    <w:multiLevelType w:val="hybridMultilevel"/>
    <w:tmpl w:val="A174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E5D0634"/>
    <w:multiLevelType w:val="hybridMultilevel"/>
    <w:tmpl w:val="94760E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F4B"/>
    <w:rsid w:val="00083AA5"/>
    <w:rsid w:val="000A5970"/>
    <w:rsid w:val="00245F4B"/>
    <w:rsid w:val="0030513F"/>
    <w:rsid w:val="00332615"/>
    <w:rsid w:val="00374768"/>
    <w:rsid w:val="003F32FD"/>
    <w:rsid w:val="00536884"/>
    <w:rsid w:val="005814FF"/>
    <w:rsid w:val="00643FA5"/>
    <w:rsid w:val="006956F8"/>
    <w:rsid w:val="006F4354"/>
    <w:rsid w:val="007166B8"/>
    <w:rsid w:val="00752606"/>
    <w:rsid w:val="007A7062"/>
    <w:rsid w:val="007B47A3"/>
    <w:rsid w:val="008207FE"/>
    <w:rsid w:val="00833416"/>
    <w:rsid w:val="0085446B"/>
    <w:rsid w:val="00883197"/>
    <w:rsid w:val="00915D43"/>
    <w:rsid w:val="00941597"/>
    <w:rsid w:val="00955EDF"/>
    <w:rsid w:val="00957016"/>
    <w:rsid w:val="00961BC8"/>
    <w:rsid w:val="009C4DA2"/>
    <w:rsid w:val="009D213C"/>
    <w:rsid w:val="00AA433F"/>
    <w:rsid w:val="00AB58F0"/>
    <w:rsid w:val="00AF0C94"/>
    <w:rsid w:val="00BD0077"/>
    <w:rsid w:val="00C0549E"/>
    <w:rsid w:val="00C265A7"/>
    <w:rsid w:val="00D00B48"/>
    <w:rsid w:val="00D54661"/>
    <w:rsid w:val="00E74486"/>
    <w:rsid w:val="00E85705"/>
    <w:rsid w:val="00FB7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0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814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814FF"/>
    <w:rPr>
      <w:rFonts w:cs="Times New Roman"/>
      <w:b/>
      <w:bCs/>
    </w:rPr>
  </w:style>
  <w:style w:type="paragraph" w:customStyle="1" w:styleId="c3">
    <w:name w:val="c3"/>
    <w:basedOn w:val="Normal"/>
    <w:uiPriority w:val="99"/>
    <w:rsid w:val="00FB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3">
    <w:name w:val="c13"/>
    <w:basedOn w:val="DefaultParagraphFont"/>
    <w:uiPriority w:val="99"/>
    <w:rsid w:val="00FB7135"/>
    <w:rPr>
      <w:rFonts w:cs="Times New Roman"/>
    </w:rPr>
  </w:style>
  <w:style w:type="character" w:customStyle="1" w:styleId="c2">
    <w:name w:val="c2"/>
    <w:basedOn w:val="DefaultParagraphFont"/>
    <w:uiPriority w:val="99"/>
    <w:rsid w:val="00FB7135"/>
    <w:rPr>
      <w:rFonts w:cs="Times New Roman"/>
    </w:rPr>
  </w:style>
  <w:style w:type="character" w:customStyle="1" w:styleId="c0">
    <w:name w:val="c0"/>
    <w:basedOn w:val="DefaultParagraphFont"/>
    <w:uiPriority w:val="99"/>
    <w:rsid w:val="0030513F"/>
    <w:rPr>
      <w:rFonts w:cs="Times New Roman"/>
    </w:rPr>
  </w:style>
  <w:style w:type="character" w:customStyle="1" w:styleId="c22">
    <w:name w:val="c22"/>
    <w:basedOn w:val="DefaultParagraphFont"/>
    <w:uiPriority w:val="99"/>
    <w:rsid w:val="0030513F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A7062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AB58F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43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43FA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43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43FA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44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207</TotalTime>
  <Pages>12</Pages>
  <Words>2013</Words>
  <Characters>11475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-ха</dc:creator>
  <cp:keywords/>
  <dc:description/>
  <cp:lastModifiedBy>User</cp:lastModifiedBy>
  <cp:revision>8</cp:revision>
  <dcterms:created xsi:type="dcterms:W3CDTF">2015-03-02T07:52:00Z</dcterms:created>
  <dcterms:modified xsi:type="dcterms:W3CDTF">2001-12-31T20:28:00Z</dcterms:modified>
</cp:coreProperties>
</file>