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специальное (коррекционное) образовательное учреждение</w:t>
      </w: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обучающихся, воспитанников с ограниченными возможностями здоровья</w:t>
      </w: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«Дивеевская специальная (коррекционная) общеобразовательная школа-интернат VIII вида»</w:t>
      </w: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center"/>
        <w:rPr>
          <w:rFonts w:ascii="Times New Roman" w:hAnsi="Times New Roman"/>
          <w:b/>
          <w:i/>
          <w:sz w:val="48"/>
          <w:szCs w:val="48"/>
        </w:rPr>
      </w:pPr>
      <w:r>
        <w:rPr>
          <w:rFonts w:ascii="Times New Roman" w:hAnsi="Times New Roman"/>
          <w:b/>
          <w:i/>
          <w:sz w:val="48"/>
          <w:szCs w:val="48"/>
        </w:rPr>
        <w:t xml:space="preserve">Открытое воспитательское  занятие </w:t>
      </w:r>
    </w:p>
    <w:p w:rsidR="002C0F0C" w:rsidRDefault="002C0F0C" w:rsidP="0094387D">
      <w:pPr>
        <w:jc w:val="center"/>
        <w:rPr>
          <w:rFonts w:ascii="Times New Roman" w:hAnsi="Times New Roman"/>
          <w:b/>
          <w:i/>
          <w:sz w:val="52"/>
          <w:szCs w:val="52"/>
        </w:rPr>
      </w:pPr>
      <w:r>
        <w:rPr>
          <w:rFonts w:ascii="Times New Roman" w:hAnsi="Times New Roman"/>
          <w:b/>
          <w:i/>
          <w:sz w:val="48"/>
          <w:szCs w:val="48"/>
        </w:rPr>
        <w:t>на тему:</w:t>
      </w:r>
      <w:r>
        <w:rPr>
          <w:rFonts w:ascii="Times New Roman" w:hAnsi="Times New Roman"/>
          <w:b/>
          <w:i/>
          <w:sz w:val="36"/>
          <w:szCs w:val="36"/>
        </w:rPr>
        <w:t xml:space="preserve"> </w:t>
      </w:r>
      <w:r>
        <w:rPr>
          <w:rFonts w:ascii="Times New Roman" w:hAnsi="Times New Roman"/>
          <w:b/>
          <w:i/>
          <w:sz w:val="52"/>
          <w:szCs w:val="52"/>
        </w:rPr>
        <w:t>«</w:t>
      </w:r>
      <w:r>
        <w:rPr>
          <w:rFonts w:ascii="Times New Roman" w:hAnsi="Times New Roman"/>
          <w:b/>
          <w:sz w:val="52"/>
          <w:szCs w:val="52"/>
        </w:rPr>
        <w:t>В человеке всё должно быть прекрасно</w:t>
      </w:r>
      <w:r>
        <w:rPr>
          <w:rFonts w:ascii="Times New Roman" w:hAnsi="Times New Roman"/>
          <w:b/>
          <w:i/>
          <w:sz w:val="52"/>
          <w:szCs w:val="52"/>
        </w:rPr>
        <w:t>.»</w:t>
      </w:r>
    </w:p>
    <w:p w:rsidR="002C0F0C" w:rsidRDefault="002C0F0C" w:rsidP="0094387D">
      <w:pPr>
        <w:jc w:val="center"/>
        <w:rPr>
          <w:rFonts w:ascii="Times New Roman" w:hAnsi="Times New Roman"/>
          <w:b/>
          <w:i/>
          <w:sz w:val="52"/>
          <w:szCs w:val="52"/>
        </w:rPr>
      </w:pPr>
    </w:p>
    <w:p w:rsidR="002C0F0C" w:rsidRDefault="002C0F0C" w:rsidP="0094387D">
      <w:pPr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2C0F0C" w:rsidRDefault="002C0F0C" w:rsidP="0094387D">
      <w:pPr>
        <w:jc w:val="right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right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Подготовила: </w:t>
      </w:r>
    </w:p>
    <w:p w:rsidR="002C0F0C" w:rsidRDefault="002C0F0C" w:rsidP="0094387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</w:t>
      </w:r>
    </w:p>
    <w:p w:rsidR="002C0F0C" w:rsidRDefault="002C0F0C" w:rsidP="0094387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Каменкова Л.М.</w:t>
      </w:r>
    </w:p>
    <w:p w:rsidR="002C0F0C" w:rsidRDefault="002C0F0C" w:rsidP="0094387D">
      <w:pPr>
        <w:jc w:val="right"/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rPr>
          <w:rFonts w:ascii="Times New Roman" w:hAnsi="Times New Roman"/>
          <w:sz w:val="28"/>
          <w:szCs w:val="28"/>
        </w:rPr>
      </w:pP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Сатис</w:t>
      </w:r>
    </w:p>
    <w:p w:rsidR="002C0F0C" w:rsidRDefault="002C0F0C" w:rsidP="009438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2014-2015 уч. г.</w:t>
      </w:r>
    </w:p>
    <w:p w:rsidR="002C0F0C" w:rsidRPr="009C18FD" w:rsidRDefault="002C0F0C" w:rsidP="0001378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C18FD">
        <w:rPr>
          <w:rFonts w:ascii="Times New Roman" w:hAnsi="Times New Roman"/>
          <w:b/>
          <w:sz w:val="28"/>
          <w:szCs w:val="28"/>
        </w:rPr>
        <w:t xml:space="preserve"> Введение в тему.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Во все времена люди самых разных племён и народов и во всех уголках земного шара хотели и хотят быть красивыми.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на занятии, тема, которого « В человеке всё должно быть прекрасно», мы попытаемся понять, что такое красота? Может ли человек с неправильными чертами лица быть красивым? В каждом ли человеке можно найти что-нибудь красивое? Давайте начнём наше занятие с очень приятного: «Я приглашаю вас встретиться с красотой на выставке картин, в море под водой, в горах, в классе, комнате, во дворе на школьной площадке.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Вспомните и расскажите, красота чего доставила вам особое удовольствие?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>Ребята, что же такое красота?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Красота – это то, что приятно и нравится всем людям. Например: красивые цветы, узоры на стекле, радуга, красивые вещи, порядок в комнате и многое другое.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Красота- это всё доброе, что окружает человека и что вызывает в нём хорошую чистую радость. Например: человек тебе улыбнулся, поздоровался, уступил место, помог.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 словаре С. Ожегова даётся кое определение. Красота – это всё красивое, прекрасное, всё то, что доставляет эстетическое и нравственное наслаждение.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Какую пользу приносит красота человеку?</w:t>
      </w:r>
    </w:p>
    <w:p w:rsidR="002C0F0C" w:rsidRPr="009C18FD" w:rsidRDefault="002C0F0C" w:rsidP="0001378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Дети: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Она создаёт хорошее настроение.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Приносит радость.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Делает человека лучше.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Давайте сейчас прочитаем  широко известные слова А.П. Чехова «В человеке всё должно быть прекрасно и лицо, и одежда, и душа и мысли». Обратите внимание на порядок следования составляющих компонентов в данном выражении?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Лицо, одежда, душа, мысли.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Почему А.П. Чехов на первое место поставил лицо и одежду, а затем уже душа и мысли?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Лицо и одежда сразу видны, а душа и мысли скрыты за внешностью.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Люди в первую очередь обращают внимание на красоту лица и одежды.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Не случайно пословица гласит «По одёжке встречают, по уму провожают». Ребята, давайте поговорим о внешности и  ответим на вопрос: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Что такое внешний вид?».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С. Ожегов даёт такое определение. Внешний вид- наружный облик, то, что видно снаружи. Красота одних балует с детства, к другим приходит в зрелости. Природные недостатки при должном упорстве и желании можно исправлять.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Хочу услышать, что вы думаете по этому поводу?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Заниматься физкультурой и спортом, следить за осанкой.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Правильное питание, соблюдение режима дня, утренний и вечерний туалет.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Из всего сказанного  давайте назовём составляющие внешней красоты: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ухоженное лицо.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здоровье  кожи, волос, зубов.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стройная подтянутая фигура.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хорошая осанка.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плавность движений.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одеваться, правильно подобрать причёску.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Можно ли любить только за внешнюю красоту?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Да.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Долго ли это будет продолжаться?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А теперь в подтверждение ваших ответов, мы посмотрим мультфильм «Красота».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B22AE">
        <w:rPr>
          <w:rFonts w:ascii="Times New Roman" w:hAnsi="Times New Roman"/>
          <w:b/>
          <w:sz w:val="28"/>
          <w:szCs w:val="28"/>
        </w:rPr>
        <w:t>(Просмотр мультфильма).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Обсуждение.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>Как долго окружающие восхищались красотой бабочки?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Пока она не испачкалась.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Оказывается, мало быть красивым, опрятно, модно одетым. Необходимо, чтобы это было подкреплено внутренней красотой, умом, добротой, отзывчивостью. 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: Что вновь вернуло красоту бабочке?</w:t>
      </w:r>
    </w:p>
    <w:p w:rsidR="002C0F0C" w:rsidRPr="000B22AE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Её добрый поступок.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>Сократ говорил: « Если вы себя видите в зеркале красивым, не следует эту красоту разрушать безобразным поведением».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Сейчас послушаем сказку «Цветок и бабочка».!!!!!!!!!!!!!!!</w:t>
      </w:r>
    </w:p>
    <w:p w:rsidR="002C0F0C" w:rsidRPr="009C18FD" w:rsidRDefault="002C0F0C" w:rsidP="0001378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Обсуждение.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Кто из героев сказки был по - настоящему красив?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Как поступил Цветок по отношению к Бабочке?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А может кто-то считает, что Цветок поступил красиво, ведь он спасал свою жизнь?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Дети: </w:t>
      </w:r>
      <w:r>
        <w:rPr>
          <w:rFonts w:ascii="Times New Roman" w:hAnsi="Times New Roman"/>
          <w:sz w:val="28"/>
          <w:szCs w:val="28"/>
        </w:rPr>
        <w:t>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Вы бы хотели с ним дружить, если бы были Бабочкой?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важнее – красота души или красота внешняя?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>Значит, красота нравится всем, а некрасивый, безобразный поступок никому не нравится. Хочется напомнить слова В. Гюго «Никакая внешняя прелесть не может быть полной, если она не оживлена внутренней красотой».</w:t>
      </w:r>
    </w:p>
    <w:p w:rsidR="002C0F0C" w:rsidRPr="009C18FD" w:rsidRDefault="002C0F0C" w:rsidP="0001378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Сейчас поиграем в игру «Светофор».</w:t>
      </w:r>
    </w:p>
    <w:p w:rsidR="002C0F0C" w:rsidRDefault="002C0F0C" w:rsidP="000137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Ответы, характеризующие ваш внутренний мир, вы должны закрасить. </w:t>
      </w:r>
    </w:p>
    <w:p w:rsidR="002C0F0C" w:rsidRDefault="002C0F0C" w:rsidP="00FB73D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Бывает ли вам стыдно за некрасивые мысли и поступки?</w:t>
      </w:r>
    </w:p>
    <w:p w:rsidR="002C0F0C" w:rsidRDefault="002C0F0C" w:rsidP="00FB73D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Ни капельки.</w:t>
      </w:r>
    </w:p>
    <w:p w:rsidR="002C0F0C" w:rsidRDefault="002C0F0C" w:rsidP="00FB73D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Иногда.</w:t>
      </w:r>
    </w:p>
    <w:p w:rsidR="002C0F0C" w:rsidRDefault="002C0F0C" w:rsidP="00FB73D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Часто.</w:t>
      </w:r>
    </w:p>
    <w:p w:rsidR="002C0F0C" w:rsidRDefault="002C0F0C" w:rsidP="00FB73D6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Всегда.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Что надо сделать для того, чтобы поступки человека стали красивыми?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Надо полюбить чистоту и порядок.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Надо красиво одеваться и причёсываться.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Стараться «выкинуть» из головы некрасивые мысли.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Г) Надо погрозить наказанием и человек исправится.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Что в человеке вы считаете самым красивым?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Ум.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Доброта.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Весёлость.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Г) Сила.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Среди какой красоты вам хотелось бы жить в первую очередь?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Среди красоты природы.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Среди красивой музыки.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Среди красоты запахов и цветов.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Г) Среди красоты людей.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Чем, по вашему, человек по- настоящему красив?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Красотой души.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Красотой лица.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Красотой своей одежды.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Г) Красотой тела.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этой беседы видно, что всем нам нравятся красивые поступки. В каждом из нас заложены прекрасные качества, но нужно стремиться их развивать.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Думай хорошо, и мысли созреют в добрые поступки. Давайте послушаем сказку о воробье, которая подтверждает это высказывание.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!!!!!!!!!!!!!!!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Ребята, что вы можете сказать о главной мысли этой сказки?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  </w:t>
      </w:r>
      <w:r w:rsidRPr="00831B81">
        <w:rPr>
          <w:rFonts w:ascii="Times New Roman" w:hAnsi="Times New Roman"/>
          <w:b/>
          <w:sz w:val="28"/>
          <w:szCs w:val="28"/>
        </w:rPr>
        <w:t>(на слайде слова соловья)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А что можете сделать в повседневной жизни вы, ребята?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попробуем представить себя очевидцами в ряде обычных ситуаций. Продолжите их по своему усмотрению: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воскресенье я проснулся раньше и решил…..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нас в классе был мальчик (девочка), которого почему- то не любили, и мне……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Когда я пришёл в класс, учитель мыл доску, я…..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Мальчик из младшей группы пожаловался, что с ним ребята не играют, я пошёл…..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Ребята, давайте проанализируем ваши воображаемые поступки. Почему вы приняли такое решение?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Хотели помочь, посочувствовать, понять другого человека.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Да, это трудно всегда быть готовым помочь тому, кому плохо, разделить чьё – то горе. Этому надо учиться. Об этой хорошо сказано в стихотворении Э. Асадова «Учись».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….</w:t>
      </w:r>
      <w:r w:rsidRPr="00831B81">
        <w:rPr>
          <w:rFonts w:ascii="Times New Roman" w:hAnsi="Times New Roman"/>
          <w:sz w:val="28"/>
          <w:szCs w:val="28"/>
        </w:rPr>
        <w:t>С готовой, красивой душой навек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Отнюдь не рождается человек,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Ничто ведь само не строится,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Уверен, что скромником и бойцом,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Отзывчивым, умницей, храбрецом –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Учатся и становятся! 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Но как это сделать? Легко сказать!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Как сделать? А душу тренировать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На искренность, на заботы.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Как в спорте, как в музыке, как в труде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Тренаж нужен людям везде-везде,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Вот так и берут высоты. 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Высоты всяческой красоты,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Любви и действительной доброты,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И нечего тут стыдиться!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Ведь ради того, чтоб не зря весь век</w:t>
      </w:r>
    </w:p>
    <w:p w:rsidR="002C0F0C" w:rsidRPr="00831B81" w:rsidRDefault="002C0F0C" w:rsidP="00831B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Носили мы звание Человек –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 Стоит, друзья, учиться!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F0C" w:rsidRDefault="002C0F0C" w:rsidP="00FB73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сейчас очень внимательно послушаем рассказ В.А. Сухомлинского «Обыкновенный человек». Этот рассказ очень мудрый, и в нём дана подсказка, ключик к пониманию того, какие внутренние  качества делают человека красивым независимо от его внешности.</w:t>
      </w:r>
    </w:p>
    <w:p w:rsidR="002C0F0C" w:rsidRPr="00230C91" w:rsidRDefault="002C0F0C" w:rsidP="00FB73D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C91">
        <w:rPr>
          <w:rFonts w:ascii="Times New Roman" w:hAnsi="Times New Roman"/>
          <w:b/>
          <w:sz w:val="28"/>
          <w:szCs w:val="28"/>
        </w:rPr>
        <w:t>Чтение рассказа «Обыкновенный человек».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В жаркой, сухой степи колодец. Возле колодца изба, в ней живут дед с внуком.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У колодца на длинной веревке ведро. Идут, едут люди - заворачивают к колодцу, пьют воду, благодар</w:t>
      </w:r>
      <w:r>
        <w:rPr>
          <w:rFonts w:ascii="Times New Roman" w:hAnsi="Times New Roman"/>
          <w:sz w:val="28"/>
          <w:szCs w:val="28"/>
        </w:rPr>
        <w:t>ят деда.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Однажды ведро оторвалось и упало в глубокий колодец. Не было у деда другого ведра.</w:t>
      </w:r>
      <w:r>
        <w:rPr>
          <w:rFonts w:ascii="Times New Roman" w:hAnsi="Times New Roman"/>
          <w:sz w:val="28"/>
          <w:szCs w:val="28"/>
        </w:rPr>
        <w:t xml:space="preserve"> Нечем воды достать и напиться.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На другой день утром подъезжает к дедовой избе мужик на телеге. Под соломой у него ведро. Проезжий посмотрел на колодец, глянул на деда с внуком, ударил</w:t>
      </w:r>
      <w:r>
        <w:rPr>
          <w:rFonts w:ascii="Times New Roman" w:hAnsi="Times New Roman"/>
          <w:sz w:val="28"/>
          <w:szCs w:val="28"/>
        </w:rPr>
        <w:t xml:space="preserve"> кнутом лошадей и поехал дальше.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-     Что это з</w:t>
      </w:r>
      <w:r>
        <w:rPr>
          <w:rFonts w:ascii="Times New Roman" w:hAnsi="Times New Roman"/>
          <w:sz w:val="28"/>
          <w:szCs w:val="28"/>
        </w:rPr>
        <w:t>а человек? - спросил внук деда.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 xml:space="preserve">-    </w:t>
      </w:r>
      <w:r>
        <w:rPr>
          <w:rFonts w:ascii="Times New Roman" w:hAnsi="Times New Roman"/>
          <w:sz w:val="28"/>
          <w:szCs w:val="28"/>
        </w:rPr>
        <w:t xml:space="preserve"> Это не человек, - ответил дед.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В полдень проезжал мимо дедовой избы другой хозяин. Он достал из-под соломы ведро, привязал к веревке, достал воды и напился сам, дал напиться деду и внуку; вылил воду в сухой песок, спрятал</w:t>
      </w:r>
      <w:r>
        <w:rPr>
          <w:rFonts w:ascii="Times New Roman" w:hAnsi="Times New Roman"/>
          <w:sz w:val="28"/>
          <w:szCs w:val="28"/>
        </w:rPr>
        <w:t xml:space="preserve"> ведро опять в солому и поехал.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-     Что это за человек? - спрос</w:t>
      </w:r>
      <w:r>
        <w:rPr>
          <w:rFonts w:ascii="Times New Roman" w:hAnsi="Times New Roman"/>
          <w:sz w:val="28"/>
          <w:szCs w:val="28"/>
        </w:rPr>
        <w:t>ил внук деда.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-     И это</w:t>
      </w:r>
      <w:r>
        <w:rPr>
          <w:rFonts w:ascii="Times New Roman" w:hAnsi="Times New Roman"/>
          <w:sz w:val="28"/>
          <w:szCs w:val="28"/>
        </w:rPr>
        <w:t xml:space="preserve"> еще не человек, - ответил дед.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Вечером остановился у дедовой избы третий проезжий. Он достал из телеги ведро, привязал к веревке, набрал воды, напился. Поблагодарил и поехал, а ведро</w:t>
      </w:r>
      <w:r>
        <w:rPr>
          <w:rFonts w:ascii="Times New Roman" w:hAnsi="Times New Roman"/>
          <w:sz w:val="28"/>
          <w:szCs w:val="28"/>
        </w:rPr>
        <w:t xml:space="preserve"> оставил привязанным у колодца.</w:t>
      </w:r>
    </w:p>
    <w:p w:rsidR="002C0F0C" w:rsidRPr="00831B8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-     А это ч</w:t>
      </w:r>
      <w:r>
        <w:rPr>
          <w:rFonts w:ascii="Times New Roman" w:hAnsi="Times New Roman"/>
          <w:sz w:val="28"/>
          <w:szCs w:val="28"/>
        </w:rPr>
        <w:t>то за человек? — спросил внук.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1B81">
        <w:rPr>
          <w:rFonts w:ascii="Times New Roman" w:hAnsi="Times New Roman"/>
          <w:sz w:val="28"/>
          <w:szCs w:val="28"/>
        </w:rPr>
        <w:t>-     Обыкновенный человек, - ответил дед.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  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0C91">
        <w:rPr>
          <w:rFonts w:ascii="Times New Roman" w:hAnsi="Times New Roman"/>
          <w:sz w:val="28"/>
          <w:szCs w:val="28"/>
        </w:rPr>
        <w:t>Про кого из проезжающих дед сказал: «Это не человек». Почему?</w:t>
      </w:r>
    </w:p>
    <w:p w:rsidR="002C0F0C" w:rsidRPr="00230C91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 xml:space="preserve"> 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0C91">
        <w:rPr>
          <w:rFonts w:ascii="Times New Roman" w:hAnsi="Times New Roman"/>
          <w:sz w:val="28"/>
          <w:szCs w:val="28"/>
        </w:rPr>
        <w:t>Почему третьего путника дед назвал обыкновенным человеком?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Ответы.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Внутренняя красота и человечность, как связаны эти слова?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Душевный и человечный обладают одними и теми же качествами.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Ребята давайте посмотрим ролик о женщине с красивой душой.</w:t>
      </w:r>
    </w:p>
    <w:p w:rsidR="002C0F0C" w:rsidRPr="00230C91" w:rsidRDefault="002C0F0C" w:rsidP="00230C9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C91">
        <w:rPr>
          <w:rFonts w:ascii="Times New Roman" w:hAnsi="Times New Roman"/>
          <w:b/>
          <w:sz w:val="28"/>
          <w:szCs w:val="28"/>
        </w:rPr>
        <w:t>Просмотр ролика.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 xml:space="preserve">У Николая Заболоцкого есть такие строки: 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красота?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почему её обожествляют люди?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Сосуд она, в котором пустота, 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 огонь, мерцающий в сосуде?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Представьте, что душа человека это сосуд (на доске рисунок кувшина). Я предлагаю вам наполнить этот сосуд качествами, которые делают душу красивой и вы хотели бы развить в себе. 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18FD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Наше занятие подошло к концу и я хочу, чтобы вы поделились вашими впечатлениями от занятия. 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9C18FD">
        <w:rPr>
          <w:rFonts w:ascii="Times New Roman" w:hAnsi="Times New Roman"/>
          <w:b/>
          <w:sz w:val="28"/>
          <w:szCs w:val="28"/>
        </w:rPr>
        <w:t>«Шкатулка впечатлений»-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>по кругу из шкатулки каждый ребёнок вытягивает листочек, на котором написано начало фразы, которую нужно закончить.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«Сегодня я понял, что красота…»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«Я понял, что быть красивым, значит….»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«Человечность - это….»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«Сегодня мне понравилось…..»</w:t>
      </w:r>
    </w:p>
    <w:p w:rsidR="002C0F0C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«Сегодня я понял, что человечность….»</w:t>
      </w:r>
    </w:p>
    <w:p w:rsidR="002C0F0C" w:rsidRPr="00F060EA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«Думаю, что главное в человеке….»</w:t>
      </w:r>
    </w:p>
    <w:p w:rsidR="002C0F0C" w:rsidRPr="00FB73D6" w:rsidRDefault="002C0F0C" w:rsidP="00230C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2C0F0C" w:rsidRPr="00FB73D6" w:rsidSect="00300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F9B"/>
    <w:multiLevelType w:val="hybridMultilevel"/>
    <w:tmpl w:val="84761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50D9"/>
    <w:rsid w:val="00013789"/>
    <w:rsid w:val="00072E0F"/>
    <w:rsid w:val="000B22AE"/>
    <w:rsid w:val="00230C91"/>
    <w:rsid w:val="00287287"/>
    <w:rsid w:val="002C0F0C"/>
    <w:rsid w:val="003005C2"/>
    <w:rsid w:val="003650D9"/>
    <w:rsid w:val="003A374D"/>
    <w:rsid w:val="003F0520"/>
    <w:rsid w:val="00422C0C"/>
    <w:rsid w:val="004B5697"/>
    <w:rsid w:val="0064596F"/>
    <w:rsid w:val="007A655D"/>
    <w:rsid w:val="00831B81"/>
    <w:rsid w:val="0094387D"/>
    <w:rsid w:val="009C18FD"/>
    <w:rsid w:val="009E2040"/>
    <w:rsid w:val="00C27846"/>
    <w:rsid w:val="00E923CA"/>
    <w:rsid w:val="00EF1AA2"/>
    <w:rsid w:val="00F060EA"/>
    <w:rsid w:val="00F6597A"/>
    <w:rsid w:val="00FB0858"/>
    <w:rsid w:val="00FB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73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C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</TotalTime>
  <Pages>9</Pages>
  <Words>1477</Words>
  <Characters>8425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5</cp:revision>
  <cp:lastPrinted>2013-11-28T08:48:00Z</cp:lastPrinted>
  <dcterms:created xsi:type="dcterms:W3CDTF">2013-11-19T09:02:00Z</dcterms:created>
  <dcterms:modified xsi:type="dcterms:W3CDTF">2001-12-31T20:21:00Z</dcterms:modified>
</cp:coreProperties>
</file>